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E7F77" w14:textId="77777777" w:rsidR="00411592" w:rsidRDefault="00411592" w:rsidP="00411592">
      <w:pPr>
        <w:spacing w:line="276" w:lineRule="auto"/>
      </w:pPr>
      <w:r>
        <w:t>Name: ______________________________</w:t>
      </w:r>
      <w:r>
        <w:tab/>
      </w:r>
      <w:r>
        <w:tab/>
        <w:t>Period: __________</w:t>
      </w:r>
      <w:r>
        <w:tab/>
      </w:r>
      <w:r>
        <w:tab/>
        <w:t>Date: _____________</w:t>
      </w:r>
    </w:p>
    <w:p w14:paraId="10ACEE9F" w14:textId="77777777" w:rsidR="00411592" w:rsidRDefault="00411592" w:rsidP="00411592">
      <w:pPr>
        <w:spacing w:line="276" w:lineRule="auto"/>
      </w:pPr>
    </w:p>
    <w:p w14:paraId="554AFCF0" w14:textId="77777777" w:rsidR="00411592" w:rsidRPr="00411592" w:rsidRDefault="004A01C2" w:rsidP="00411592">
      <w:pPr>
        <w:spacing w:line="276" w:lineRule="auto"/>
        <w:jc w:val="center"/>
        <w:rPr>
          <w:b/>
          <w:sz w:val="44"/>
          <w:szCs w:val="44"/>
        </w:rPr>
      </w:pPr>
      <w:r>
        <w:rPr>
          <w:b/>
          <w:sz w:val="44"/>
          <w:szCs w:val="44"/>
        </w:rPr>
        <w:t>Rates of Reaction Notes</w:t>
      </w:r>
    </w:p>
    <w:p w14:paraId="38D65F5A" w14:textId="77777777" w:rsidR="00411592" w:rsidRDefault="00411592" w:rsidP="00411592">
      <w:pPr>
        <w:spacing w:line="276" w:lineRule="auto"/>
      </w:pPr>
    </w:p>
    <w:p w14:paraId="1314C335" w14:textId="77777777" w:rsidR="00411592" w:rsidRDefault="004A01C2" w:rsidP="004A01C2">
      <w:pPr>
        <w:pStyle w:val="ListParagraph"/>
        <w:numPr>
          <w:ilvl w:val="0"/>
          <w:numId w:val="1"/>
        </w:numPr>
        <w:spacing w:line="360" w:lineRule="auto"/>
      </w:pPr>
      <w:r>
        <w:t>What is the rate of reaction?</w:t>
      </w:r>
    </w:p>
    <w:p w14:paraId="1E9194FC" w14:textId="77777777" w:rsidR="004A01C2" w:rsidRDefault="004A01C2" w:rsidP="004A01C2">
      <w:pPr>
        <w:pStyle w:val="ListParagraph"/>
        <w:spacing w:line="360" w:lineRule="auto"/>
      </w:pPr>
      <w:r>
        <w:t>______________________________________________________________________________</w:t>
      </w:r>
    </w:p>
    <w:p w14:paraId="520D3B06" w14:textId="77777777" w:rsidR="004A01C2" w:rsidRDefault="004A01C2" w:rsidP="004A01C2">
      <w:pPr>
        <w:pStyle w:val="ListParagraph"/>
        <w:numPr>
          <w:ilvl w:val="0"/>
          <w:numId w:val="1"/>
        </w:numPr>
        <w:spacing w:line="360" w:lineRule="auto"/>
      </w:pPr>
      <w:r>
        <w:t>Give an example of a fast and slow reaction.</w:t>
      </w:r>
    </w:p>
    <w:p w14:paraId="609E26DA" w14:textId="77777777" w:rsidR="004A01C2" w:rsidRDefault="004A01C2" w:rsidP="004A01C2">
      <w:pPr>
        <w:pStyle w:val="ListParagraph"/>
        <w:spacing w:line="360" w:lineRule="auto"/>
      </w:pPr>
      <w:r>
        <w:t>______________________________________________________________________________</w:t>
      </w:r>
    </w:p>
    <w:p w14:paraId="2E455296" w14:textId="77777777" w:rsidR="004A01C2" w:rsidRDefault="004A01C2" w:rsidP="004A01C2">
      <w:pPr>
        <w:pStyle w:val="ListParagraph"/>
        <w:spacing w:line="360" w:lineRule="auto"/>
      </w:pPr>
      <w:r>
        <w:t>______________________________________________________________________________</w:t>
      </w:r>
    </w:p>
    <w:p w14:paraId="347E12B8" w14:textId="77777777" w:rsidR="004A01C2" w:rsidRDefault="004A01C2" w:rsidP="004A01C2">
      <w:pPr>
        <w:pStyle w:val="ListParagraph"/>
        <w:numPr>
          <w:ilvl w:val="0"/>
          <w:numId w:val="1"/>
        </w:numPr>
        <w:spacing w:line="360" w:lineRule="auto"/>
      </w:pPr>
      <w:r>
        <w:t>Why are some reactions faster than others?</w:t>
      </w:r>
    </w:p>
    <w:p w14:paraId="63A0E898" w14:textId="77777777" w:rsidR="004A01C2" w:rsidRDefault="004A01C2" w:rsidP="004A01C2">
      <w:pPr>
        <w:pStyle w:val="ListParagraph"/>
        <w:spacing w:line="360" w:lineRule="auto"/>
      </w:pPr>
      <w:r>
        <w:t>______________________________________________________________________________</w:t>
      </w:r>
    </w:p>
    <w:p w14:paraId="2F080190" w14:textId="77777777" w:rsidR="004A01C2" w:rsidRDefault="004A01C2" w:rsidP="004A01C2">
      <w:pPr>
        <w:pStyle w:val="ListParagraph"/>
        <w:spacing w:line="360" w:lineRule="auto"/>
      </w:pPr>
      <w:r>
        <w:t>______________________________________________________________________________</w:t>
      </w:r>
    </w:p>
    <w:p w14:paraId="6130ABD4" w14:textId="77777777" w:rsidR="004A01C2" w:rsidRDefault="004A01C2" w:rsidP="004A01C2">
      <w:pPr>
        <w:pStyle w:val="ListParagraph"/>
        <w:numPr>
          <w:ilvl w:val="0"/>
          <w:numId w:val="1"/>
        </w:numPr>
        <w:spacing w:line="360" w:lineRule="auto"/>
      </w:pPr>
      <w:r>
        <w:t>What is activation energy?</w:t>
      </w:r>
    </w:p>
    <w:p w14:paraId="233CDEE6" w14:textId="77777777" w:rsidR="004A01C2" w:rsidRDefault="004A01C2" w:rsidP="004A01C2">
      <w:pPr>
        <w:pStyle w:val="ListParagraph"/>
        <w:spacing w:line="360" w:lineRule="auto"/>
      </w:pPr>
      <w:r>
        <w:t>______________________________________________________________________________</w:t>
      </w:r>
    </w:p>
    <w:p w14:paraId="713FF332" w14:textId="77777777" w:rsidR="004A01C2" w:rsidRDefault="004A01C2" w:rsidP="004A01C2">
      <w:pPr>
        <w:pStyle w:val="ListParagraph"/>
        <w:spacing w:line="360" w:lineRule="auto"/>
      </w:pPr>
      <w:r>
        <w:t>______________________________________________________________________________</w:t>
      </w:r>
    </w:p>
    <w:p w14:paraId="3D61B69B" w14:textId="77777777" w:rsidR="004A01C2" w:rsidRDefault="004A01C2" w:rsidP="004A01C2">
      <w:pPr>
        <w:pStyle w:val="ListParagraph"/>
        <w:numPr>
          <w:ilvl w:val="0"/>
          <w:numId w:val="1"/>
        </w:numPr>
        <w:spacing w:line="360" w:lineRule="auto"/>
      </w:pPr>
      <w:r>
        <w:t>What two things does rate of reaction depend on?</w:t>
      </w:r>
    </w:p>
    <w:p w14:paraId="68A73272" w14:textId="77777777" w:rsidR="004A01C2" w:rsidRDefault="004A01C2" w:rsidP="004A01C2">
      <w:pPr>
        <w:pStyle w:val="ListParagraph"/>
        <w:spacing w:line="360" w:lineRule="auto"/>
      </w:pPr>
      <w:r>
        <w:t>______________________________________________________________________________</w:t>
      </w:r>
    </w:p>
    <w:p w14:paraId="71472CF5" w14:textId="77777777" w:rsidR="004A01C2" w:rsidRDefault="004A01C2" w:rsidP="004A01C2">
      <w:pPr>
        <w:pStyle w:val="ListParagraph"/>
        <w:spacing w:line="360" w:lineRule="auto"/>
      </w:pPr>
      <w:r>
        <w:t>______________________________________________________________________________</w:t>
      </w:r>
    </w:p>
    <w:p w14:paraId="5294A246" w14:textId="77777777" w:rsidR="004A01C2" w:rsidRDefault="004A01C2" w:rsidP="004A01C2">
      <w:pPr>
        <w:pStyle w:val="ListParagraph"/>
        <w:numPr>
          <w:ilvl w:val="0"/>
          <w:numId w:val="1"/>
        </w:numPr>
        <w:spacing w:line="360" w:lineRule="auto"/>
      </w:pPr>
      <w:r>
        <w:t>What are five things that can be done to speed up a chemical reaction?</w:t>
      </w:r>
    </w:p>
    <w:p w14:paraId="2B22273B" w14:textId="77777777" w:rsidR="004A01C2" w:rsidRDefault="004A01C2" w:rsidP="004A01C2">
      <w:pPr>
        <w:pStyle w:val="ListParagraph"/>
        <w:spacing w:line="360" w:lineRule="auto"/>
      </w:pPr>
      <w:r>
        <w:t>______________________________________________________________________________</w:t>
      </w:r>
    </w:p>
    <w:p w14:paraId="5847C711" w14:textId="77777777" w:rsidR="004A01C2" w:rsidRDefault="004A01C2" w:rsidP="004A01C2">
      <w:pPr>
        <w:pStyle w:val="ListParagraph"/>
        <w:spacing w:line="360" w:lineRule="auto"/>
      </w:pPr>
      <w:r>
        <w:t>______________________________________________________________________________</w:t>
      </w:r>
    </w:p>
    <w:p w14:paraId="54ACBFB3" w14:textId="77777777" w:rsidR="004A01C2" w:rsidRDefault="004A01C2" w:rsidP="004A01C2">
      <w:pPr>
        <w:pStyle w:val="ListParagraph"/>
        <w:spacing w:line="360" w:lineRule="auto"/>
      </w:pPr>
      <w:r>
        <w:t>______________________________________________________________________________</w:t>
      </w:r>
    </w:p>
    <w:p w14:paraId="02431EC8" w14:textId="77777777" w:rsidR="004A01C2" w:rsidRDefault="004A01C2" w:rsidP="004A01C2">
      <w:pPr>
        <w:pStyle w:val="ListParagraph"/>
        <w:spacing w:line="360" w:lineRule="auto"/>
      </w:pPr>
      <w:r>
        <w:t>______________________________________________________________________________</w:t>
      </w:r>
    </w:p>
    <w:p w14:paraId="64008F95" w14:textId="77777777" w:rsidR="004A01C2" w:rsidRDefault="004A01C2" w:rsidP="004A01C2">
      <w:pPr>
        <w:pStyle w:val="ListParagraph"/>
        <w:spacing w:line="360" w:lineRule="auto"/>
      </w:pPr>
      <w:r>
        <w:t>______________________________________________________________________________</w:t>
      </w:r>
    </w:p>
    <w:p w14:paraId="0491386D" w14:textId="77777777" w:rsidR="004A01C2" w:rsidRDefault="004A01C2" w:rsidP="004A01C2">
      <w:pPr>
        <w:pStyle w:val="ListParagraph"/>
        <w:numPr>
          <w:ilvl w:val="0"/>
          <w:numId w:val="1"/>
        </w:numPr>
        <w:spacing w:line="360" w:lineRule="auto"/>
      </w:pPr>
      <w:r>
        <w:t>As the reaction occurs, what happens to the concentration of the reactants?</w:t>
      </w:r>
    </w:p>
    <w:p w14:paraId="522E6A4A" w14:textId="77777777" w:rsidR="004A01C2" w:rsidRDefault="004A01C2" w:rsidP="004A01C2">
      <w:pPr>
        <w:pStyle w:val="ListParagraph"/>
        <w:spacing w:line="360" w:lineRule="auto"/>
      </w:pPr>
      <w:r>
        <w:t>______________________________________________________________________________</w:t>
      </w:r>
    </w:p>
    <w:p w14:paraId="59B077AA" w14:textId="77777777" w:rsidR="004A01C2" w:rsidRDefault="004A01C2" w:rsidP="004A01C2">
      <w:pPr>
        <w:pStyle w:val="ListParagraph"/>
        <w:numPr>
          <w:ilvl w:val="0"/>
          <w:numId w:val="1"/>
        </w:numPr>
        <w:spacing w:line="360" w:lineRule="auto"/>
      </w:pPr>
      <w:r>
        <w:t>What does this do to the frequency of collisions between particles?</w:t>
      </w:r>
    </w:p>
    <w:p w14:paraId="61EBAC57" w14:textId="77777777" w:rsidR="004A01C2" w:rsidRDefault="004A01C2" w:rsidP="004A01C2">
      <w:pPr>
        <w:pStyle w:val="ListParagraph"/>
        <w:spacing w:line="360" w:lineRule="auto"/>
      </w:pPr>
      <w:r>
        <w:t>______________________________________________________________________________</w:t>
      </w:r>
    </w:p>
    <w:p w14:paraId="293F81EA" w14:textId="77777777" w:rsidR="004A01C2" w:rsidRDefault="004A01C2" w:rsidP="004A01C2">
      <w:pPr>
        <w:pStyle w:val="ListParagraph"/>
        <w:spacing w:line="360" w:lineRule="auto"/>
      </w:pPr>
      <w:r>
        <w:t>______________________________________________________________________________</w:t>
      </w:r>
    </w:p>
    <w:p w14:paraId="0467AE9A" w14:textId="77777777" w:rsidR="004A01C2" w:rsidRDefault="004A01C2" w:rsidP="004A01C2">
      <w:pPr>
        <w:pStyle w:val="ListParagraph"/>
        <w:numPr>
          <w:ilvl w:val="0"/>
          <w:numId w:val="1"/>
        </w:numPr>
        <w:spacing w:line="360" w:lineRule="auto"/>
      </w:pPr>
      <w:r>
        <w:t>Draw a series of pictures to describe the particle collisions over time.</w:t>
      </w:r>
    </w:p>
    <w:p w14:paraId="18A1ED17" w14:textId="77777777" w:rsidR="004A01C2" w:rsidRDefault="004A01C2" w:rsidP="004A01C2">
      <w:pPr>
        <w:spacing w:line="360" w:lineRule="auto"/>
      </w:pPr>
    </w:p>
    <w:p w14:paraId="1711461A" w14:textId="77777777" w:rsidR="004A01C2" w:rsidRDefault="004A01C2" w:rsidP="004A01C2">
      <w:pPr>
        <w:spacing w:line="360" w:lineRule="auto"/>
      </w:pPr>
    </w:p>
    <w:p w14:paraId="0CBB1682" w14:textId="77777777" w:rsidR="004A01C2" w:rsidRDefault="004A01C2" w:rsidP="004A01C2">
      <w:pPr>
        <w:pStyle w:val="ListParagraph"/>
        <w:numPr>
          <w:ilvl w:val="0"/>
          <w:numId w:val="1"/>
        </w:numPr>
        <w:spacing w:line="360" w:lineRule="auto"/>
      </w:pPr>
      <w:r>
        <w:lastRenderedPageBreak/>
        <w:t>Fill in the blanks:</w:t>
      </w:r>
    </w:p>
    <w:p w14:paraId="005B4283" w14:textId="77777777" w:rsidR="004A01C2" w:rsidRDefault="004A01C2" w:rsidP="004A01C2">
      <w:pPr>
        <w:pStyle w:val="ListParagraph"/>
        <w:numPr>
          <w:ilvl w:val="1"/>
          <w:numId w:val="1"/>
        </w:numPr>
        <w:spacing w:line="360" w:lineRule="auto"/>
      </w:pPr>
      <w:r>
        <w:t>A chemical reaction can only take place when reactant particles ____________________ with each other.</w:t>
      </w:r>
    </w:p>
    <w:p w14:paraId="4813416E" w14:textId="77777777" w:rsidR="004A01C2" w:rsidRDefault="004A01C2" w:rsidP="004A01C2">
      <w:pPr>
        <w:pStyle w:val="ListParagraph"/>
        <w:numPr>
          <w:ilvl w:val="1"/>
          <w:numId w:val="1"/>
        </w:numPr>
        <w:spacing w:line="360" w:lineRule="auto"/>
      </w:pPr>
      <w:r>
        <w:t xml:space="preserve">Particles must react with enough ____________________ to react. This is called ____________________ energy. </w:t>
      </w:r>
    </w:p>
    <w:p w14:paraId="25C1E863" w14:textId="77777777" w:rsidR="004A01C2" w:rsidRDefault="004A01C2" w:rsidP="004A01C2">
      <w:pPr>
        <w:pStyle w:val="ListParagraph"/>
        <w:numPr>
          <w:ilvl w:val="1"/>
          <w:numId w:val="1"/>
        </w:numPr>
        <w:spacing w:line="360" w:lineRule="auto"/>
      </w:pPr>
      <w:r>
        <w:t>The rate of a reaction depends on the ____________________ and energy with which particles collide.</w:t>
      </w:r>
    </w:p>
    <w:p w14:paraId="1AFCF482" w14:textId="77777777" w:rsidR="004A01C2" w:rsidRDefault="004A01C2" w:rsidP="004A01C2">
      <w:pPr>
        <w:pStyle w:val="ListParagraph"/>
        <w:numPr>
          <w:ilvl w:val="0"/>
          <w:numId w:val="1"/>
        </w:numPr>
        <w:spacing w:line="360" w:lineRule="auto"/>
      </w:pPr>
      <w:r>
        <w:t>How does temperature affect reaction rate?</w:t>
      </w:r>
    </w:p>
    <w:p w14:paraId="753CF132" w14:textId="77777777" w:rsidR="004A01C2" w:rsidRDefault="004A01C2" w:rsidP="004A01C2">
      <w:pPr>
        <w:pStyle w:val="ListParagraph"/>
        <w:spacing w:line="360" w:lineRule="auto"/>
      </w:pPr>
      <w:r>
        <w:t>______________________________________________________________________________</w:t>
      </w:r>
    </w:p>
    <w:p w14:paraId="3DFE006D" w14:textId="77777777" w:rsidR="004A01C2" w:rsidRDefault="004A01C2" w:rsidP="004A01C2">
      <w:pPr>
        <w:pStyle w:val="ListParagraph"/>
        <w:numPr>
          <w:ilvl w:val="0"/>
          <w:numId w:val="1"/>
        </w:numPr>
        <w:spacing w:line="360" w:lineRule="auto"/>
      </w:pPr>
      <w:r>
        <w:t>When temperature is increased by only 10 degrees Celsius, what does this do to the reaction rate?</w:t>
      </w:r>
    </w:p>
    <w:p w14:paraId="546339C7" w14:textId="77777777" w:rsidR="004A01C2" w:rsidRDefault="004A01C2" w:rsidP="004A01C2">
      <w:pPr>
        <w:pStyle w:val="ListParagraph"/>
        <w:spacing w:line="360" w:lineRule="auto"/>
      </w:pPr>
      <w:r>
        <w:t>______________________________________________________________________________</w:t>
      </w:r>
    </w:p>
    <w:p w14:paraId="7DAC5B82" w14:textId="77777777" w:rsidR="004A01C2" w:rsidRDefault="004A01C2" w:rsidP="004A01C2">
      <w:pPr>
        <w:pStyle w:val="ListParagraph"/>
        <w:numPr>
          <w:ilvl w:val="0"/>
          <w:numId w:val="1"/>
        </w:numPr>
        <w:spacing w:line="360" w:lineRule="auto"/>
      </w:pPr>
      <w:r>
        <w:t>Why does increased temperature increase the reaction rate?</w:t>
      </w:r>
    </w:p>
    <w:p w14:paraId="583F90B9" w14:textId="77777777" w:rsidR="004A01C2" w:rsidRDefault="004A01C2" w:rsidP="004A01C2">
      <w:pPr>
        <w:pStyle w:val="ListParagraph"/>
        <w:spacing w:line="360" w:lineRule="auto"/>
      </w:pPr>
      <w:r>
        <w:t>______________________________________________________________________________</w:t>
      </w:r>
    </w:p>
    <w:p w14:paraId="199FE4D9" w14:textId="77777777" w:rsidR="004A01C2" w:rsidRDefault="004A01C2" w:rsidP="004A01C2">
      <w:pPr>
        <w:pStyle w:val="ListParagraph"/>
        <w:spacing w:line="360" w:lineRule="auto"/>
      </w:pPr>
      <w:r>
        <w:t>______________________________________________________________________________</w:t>
      </w:r>
    </w:p>
    <w:p w14:paraId="261B11EE" w14:textId="77777777" w:rsidR="004A01C2" w:rsidRDefault="004A01C2" w:rsidP="004A01C2">
      <w:pPr>
        <w:pStyle w:val="ListParagraph"/>
        <w:spacing w:line="360" w:lineRule="auto"/>
      </w:pPr>
      <w:r>
        <w:t>______________________________________________________________________________</w:t>
      </w:r>
    </w:p>
    <w:p w14:paraId="778B9AAB" w14:textId="77777777" w:rsidR="004A01C2" w:rsidRDefault="004A01C2" w:rsidP="004A01C2">
      <w:pPr>
        <w:pStyle w:val="ListParagraph"/>
        <w:numPr>
          <w:ilvl w:val="0"/>
          <w:numId w:val="1"/>
        </w:numPr>
        <w:spacing w:line="360" w:lineRule="auto"/>
      </w:pPr>
      <w:r>
        <w:t>Why are car batteries more likely to run down in cold weather?</w:t>
      </w:r>
    </w:p>
    <w:p w14:paraId="41B98FB3" w14:textId="77777777" w:rsidR="004A01C2" w:rsidRDefault="004A01C2" w:rsidP="004A01C2">
      <w:pPr>
        <w:pStyle w:val="ListParagraph"/>
        <w:spacing w:line="360" w:lineRule="auto"/>
      </w:pPr>
      <w:r>
        <w:t>______________________________________________________________________________</w:t>
      </w:r>
    </w:p>
    <w:p w14:paraId="06CAB05B" w14:textId="77777777" w:rsidR="004A01C2" w:rsidRDefault="004A01C2" w:rsidP="004A01C2">
      <w:pPr>
        <w:pStyle w:val="ListParagraph"/>
        <w:spacing w:line="360" w:lineRule="auto"/>
      </w:pPr>
      <w:r>
        <w:t>______________________________________________________________________________</w:t>
      </w:r>
    </w:p>
    <w:p w14:paraId="28DC3CDF" w14:textId="77777777" w:rsidR="004A01C2" w:rsidRDefault="004A01C2" w:rsidP="004A01C2">
      <w:pPr>
        <w:pStyle w:val="ListParagraph"/>
        <w:spacing w:line="360" w:lineRule="auto"/>
      </w:pPr>
      <w:r>
        <w:t>______________________________________________________________________________</w:t>
      </w:r>
    </w:p>
    <w:p w14:paraId="2417F820" w14:textId="77777777" w:rsidR="004A01C2" w:rsidRDefault="004A01C2" w:rsidP="004A01C2">
      <w:pPr>
        <w:pStyle w:val="ListParagraph"/>
        <w:numPr>
          <w:ilvl w:val="0"/>
          <w:numId w:val="1"/>
        </w:numPr>
        <w:spacing w:line="360" w:lineRule="auto"/>
      </w:pPr>
      <w:r>
        <w:t>What effect does concentration have on reaction rate?</w:t>
      </w:r>
    </w:p>
    <w:p w14:paraId="4696B78B" w14:textId="77777777" w:rsidR="004A01C2" w:rsidRDefault="004A01C2" w:rsidP="004A01C2">
      <w:pPr>
        <w:pStyle w:val="ListParagraph"/>
        <w:spacing w:line="360" w:lineRule="auto"/>
      </w:pPr>
      <w:r>
        <w:t>______________________________________________________________________________</w:t>
      </w:r>
    </w:p>
    <w:p w14:paraId="1F0C3A1F" w14:textId="77777777" w:rsidR="004A01C2" w:rsidRDefault="004A01C2" w:rsidP="004A01C2">
      <w:pPr>
        <w:pStyle w:val="ListParagraph"/>
        <w:numPr>
          <w:ilvl w:val="0"/>
          <w:numId w:val="1"/>
        </w:numPr>
        <w:spacing w:line="360" w:lineRule="auto"/>
      </w:pPr>
      <w:r>
        <w:t>Why does increased concentration increase the reaction rate? Include a diagram with your answer.</w:t>
      </w:r>
    </w:p>
    <w:p w14:paraId="331E7CF2" w14:textId="77777777" w:rsidR="004A01C2" w:rsidRDefault="004A01C2" w:rsidP="004A01C2">
      <w:pPr>
        <w:pStyle w:val="ListParagraph"/>
        <w:spacing w:line="360" w:lineRule="auto"/>
      </w:pPr>
      <w:r>
        <w:t>______________________________________________________________________________</w:t>
      </w:r>
    </w:p>
    <w:p w14:paraId="33AC26E8" w14:textId="77777777" w:rsidR="004A01C2" w:rsidRDefault="004A01C2" w:rsidP="004A01C2">
      <w:pPr>
        <w:pStyle w:val="ListParagraph"/>
        <w:spacing w:line="360" w:lineRule="auto"/>
      </w:pPr>
      <w:r>
        <w:t>______________________________________________________________________________</w:t>
      </w:r>
    </w:p>
    <w:p w14:paraId="6E5D67B2" w14:textId="77777777" w:rsidR="004A01C2" w:rsidRDefault="004A01C2" w:rsidP="004A01C2">
      <w:pPr>
        <w:spacing w:line="360" w:lineRule="auto"/>
        <w:ind w:left="360"/>
      </w:pPr>
    </w:p>
    <w:p w14:paraId="10601A91" w14:textId="77777777" w:rsidR="004A01C2" w:rsidRDefault="004A01C2" w:rsidP="004A01C2">
      <w:pPr>
        <w:spacing w:line="360" w:lineRule="auto"/>
        <w:ind w:left="360"/>
      </w:pPr>
    </w:p>
    <w:p w14:paraId="51E7ECBD" w14:textId="77777777" w:rsidR="004A01C2" w:rsidRDefault="004A01C2" w:rsidP="004A01C2">
      <w:pPr>
        <w:spacing w:line="360" w:lineRule="auto"/>
        <w:ind w:left="360"/>
      </w:pPr>
    </w:p>
    <w:p w14:paraId="4971F41D" w14:textId="77777777" w:rsidR="004A01C2" w:rsidRDefault="004A01C2" w:rsidP="004A01C2">
      <w:pPr>
        <w:spacing w:line="360" w:lineRule="auto"/>
        <w:ind w:left="360"/>
      </w:pPr>
    </w:p>
    <w:p w14:paraId="33AED421" w14:textId="77777777" w:rsidR="004A01C2" w:rsidRDefault="004A01C2" w:rsidP="004A01C2">
      <w:pPr>
        <w:spacing w:line="360" w:lineRule="auto"/>
        <w:ind w:left="360"/>
      </w:pPr>
    </w:p>
    <w:p w14:paraId="550CB66D" w14:textId="77777777" w:rsidR="004A01C2" w:rsidRDefault="004A01C2" w:rsidP="004A01C2">
      <w:pPr>
        <w:spacing w:line="360" w:lineRule="auto"/>
        <w:ind w:left="360"/>
      </w:pPr>
    </w:p>
    <w:p w14:paraId="63BF5587" w14:textId="77777777" w:rsidR="004A01C2" w:rsidRDefault="004A01C2" w:rsidP="004A01C2">
      <w:pPr>
        <w:pStyle w:val="ListParagraph"/>
        <w:numPr>
          <w:ilvl w:val="0"/>
          <w:numId w:val="1"/>
        </w:numPr>
        <w:spacing w:line="360" w:lineRule="auto"/>
      </w:pPr>
      <w:r>
        <w:lastRenderedPageBreak/>
        <w:t>How does changing pressure affect reaction rate? Include a diagram with your answer.</w:t>
      </w:r>
    </w:p>
    <w:p w14:paraId="3E410564" w14:textId="77777777" w:rsidR="004A01C2" w:rsidRDefault="004A01C2" w:rsidP="004A01C2">
      <w:pPr>
        <w:pStyle w:val="ListParagraph"/>
        <w:spacing w:line="360" w:lineRule="auto"/>
      </w:pPr>
      <w:r>
        <w:t>______________________________________________________________________________</w:t>
      </w:r>
    </w:p>
    <w:p w14:paraId="5F78B600" w14:textId="77777777" w:rsidR="004A01C2" w:rsidRDefault="004A01C2" w:rsidP="004A01C2">
      <w:pPr>
        <w:pStyle w:val="ListParagraph"/>
        <w:spacing w:line="360" w:lineRule="auto"/>
      </w:pPr>
      <w:r>
        <w:t>______________________________________________________________________________</w:t>
      </w:r>
    </w:p>
    <w:p w14:paraId="34EB14B0" w14:textId="77777777" w:rsidR="004A01C2" w:rsidRDefault="004A01C2" w:rsidP="004A01C2">
      <w:pPr>
        <w:spacing w:line="360" w:lineRule="auto"/>
      </w:pPr>
    </w:p>
    <w:p w14:paraId="398572FD" w14:textId="77777777" w:rsidR="004A01C2" w:rsidRDefault="004A01C2" w:rsidP="004A01C2">
      <w:pPr>
        <w:spacing w:line="360" w:lineRule="auto"/>
      </w:pPr>
    </w:p>
    <w:p w14:paraId="4F991F96" w14:textId="77777777" w:rsidR="004A01C2" w:rsidRDefault="004A01C2" w:rsidP="004A01C2">
      <w:pPr>
        <w:spacing w:line="360" w:lineRule="auto"/>
      </w:pPr>
    </w:p>
    <w:p w14:paraId="405DA8DD" w14:textId="77777777" w:rsidR="004A01C2" w:rsidRDefault="004A01C2" w:rsidP="004A01C2">
      <w:pPr>
        <w:pStyle w:val="ListParagraph"/>
        <w:spacing w:line="360" w:lineRule="auto"/>
      </w:pPr>
    </w:p>
    <w:p w14:paraId="64240B49" w14:textId="77777777" w:rsidR="004A01C2" w:rsidRDefault="004A01C2" w:rsidP="004A01C2">
      <w:pPr>
        <w:pStyle w:val="ListParagraph"/>
        <w:spacing w:line="360" w:lineRule="auto"/>
      </w:pPr>
    </w:p>
    <w:p w14:paraId="55D1EA07" w14:textId="77777777" w:rsidR="004A01C2" w:rsidRDefault="004A01C2" w:rsidP="004A01C2">
      <w:pPr>
        <w:pStyle w:val="ListParagraph"/>
        <w:numPr>
          <w:ilvl w:val="0"/>
          <w:numId w:val="1"/>
        </w:numPr>
        <w:spacing w:line="360" w:lineRule="auto"/>
      </w:pPr>
      <w:r>
        <w:t>Draw a picture of low surface area and high surface area.</w:t>
      </w:r>
    </w:p>
    <w:p w14:paraId="710BE7B4" w14:textId="77777777" w:rsidR="004A01C2" w:rsidRDefault="004A01C2" w:rsidP="004A01C2">
      <w:pPr>
        <w:spacing w:line="360" w:lineRule="auto"/>
      </w:pPr>
    </w:p>
    <w:p w14:paraId="70C4EA6F" w14:textId="77777777" w:rsidR="004A01C2" w:rsidRDefault="004A01C2" w:rsidP="004A01C2">
      <w:pPr>
        <w:spacing w:line="360" w:lineRule="auto"/>
      </w:pPr>
    </w:p>
    <w:p w14:paraId="4D62A2E1" w14:textId="77777777" w:rsidR="004A01C2" w:rsidRDefault="004A01C2" w:rsidP="004A01C2">
      <w:pPr>
        <w:spacing w:line="360" w:lineRule="auto"/>
      </w:pPr>
    </w:p>
    <w:p w14:paraId="5C0F63A2" w14:textId="77777777" w:rsidR="004A01C2" w:rsidRDefault="004A01C2" w:rsidP="004A01C2">
      <w:pPr>
        <w:pStyle w:val="ListParagraph"/>
        <w:numPr>
          <w:ilvl w:val="0"/>
          <w:numId w:val="1"/>
        </w:numPr>
        <w:spacing w:line="360" w:lineRule="auto"/>
      </w:pPr>
      <w:r>
        <w:t>What is the effect of increased surface area on rate of reaction?</w:t>
      </w:r>
    </w:p>
    <w:p w14:paraId="556E2C25" w14:textId="77777777" w:rsidR="004A01C2" w:rsidRDefault="004A01C2" w:rsidP="004A01C2">
      <w:pPr>
        <w:pStyle w:val="ListParagraph"/>
        <w:spacing w:line="360" w:lineRule="auto"/>
      </w:pPr>
      <w:r>
        <w:t>______________________________________________________________________________</w:t>
      </w:r>
    </w:p>
    <w:p w14:paraId="7EA06FAA" w14:textId="77777777" w:rsidR="004A01C2" w:rsidRDefault="004A01C2" w:rsidP="004A01C2">
      <w:pPr>
        <w:pStyle w:val="ListParagraph"/>
        <w:numPr>
          <w:ilvl w:val="0"/>
          <w:numId w:val="1"/>
        </w:numPr>
        <w:spacing w:line="360" w:lineRule="auto"/>
      </w:pPr>
      <w:r>
        <w:t>Why does increased surface area increase rate of reaction?</w:t>
      </w:r>
    </w:p>
    <w:p w14:paraId="6BE8BFFF" w14:textId="77777777" w:rsidR="004A01C2" w:rsidRDefault="004A01C2" w:rsidP="004A01C2">
      <w:pPr>
        <w:pStyle w:val="ListParagraph"/>
        <w:spacing w:line="360" w:lineRule="auto"/>
      </w:pPr>
      <w:r>
        <w:t>______________________________________________________________________________</w:t>
      </w:r>
    </w:p>
    <w:p w14:paraId="5B1A8190" w14:textId="77777777" w:rsidR="004A01C2" w:rsidRDefault="004A01C2" w:rsidP="004A01C2">
      <w:pPr>
        <w:pStyle w:val="ListParagraph"/>
        <w:spacing w:line="360" w:lineRule="auto"/>
      </w:pPr>
      <w:r>
        <w:t>______________________________________________________________________________</w:t>
      </w:r>
    </w:p>
    <w:p w14:paraId="22E948C2" w14:textId="77777777" w:rsidR="004A01C2" w:rsidRDefault="004A01C2" w:rsidP="004A01C2">
      <w:pPr>
        <w:pStyle w:val="ListParagraph"/>
        <w:numPr>
          <w:ilvl w:val="0"/>
          <w:numId w:val="1"/>
        </w:numPr>
        <w:spacing w:line="360" w:lineRule="auto"/>
      </w:pPr>
      <w:r>
        <w:t>What are catalysts?</w:t>
      </w:r>
    </w:p>
    <w:p w14:paraId="6A98ECFA" w14:textId="77777777" w:rsidR="004A01C2" w:rsidRDefault="004A01C2" w:rsidP="004A01C2">
      <w:pPr>
        <w:pStyle w:val="ListParagraph"/>
        <w:spacing w:line="360" w:lineRule="auto"/>
      </w:pPr>
      <w:r>
        <w:t>______________________________________________________________________________</w:t>
      </w:r>
    </w:p>
    <w:p w14:paraId="07C81CFF" w14:textId="77777777" w:rsidR="004A01C2" w:rsidRDefault="004A01C2" w:rsidP="004A01C2">
      <w:pPr>
        <w:pStyle w:val="ListParagraph"/>
        <w:numPr>
          <w:ilvl w:val="0"/>
          <w:numId w:val="1"/>
        </w:numPr>
        <w:spacing w:line="360" w:lineRule="auto"/>
      </w:pPr>
      <w:r>
        <w:t>Do catalysts produce more products?</w:t>
      </w:r>
    </w:p>
    <w:p w14:paraId="230D24E0" w14:textId="77777777" w:rsidR="004A01C2" w:rsidRDefault="004A01C2" w:rsidP="004A01C2">
      <w:pPr>
        <w:pStyle w:val="ListParagraph"/>
        <w:spacing w:line="360" w:lineRule="auto"/>
      </w:pPr>
      <w:r>
        <w:t>______________________________________________________________________________</w:t>
      </w:r>
    </w:p>
    <w:p w14:paraId="4A4C6EBB" w14:textId="77777777" w:rsidR="004A01C2" w:rsidRDefault="004A01C2" w:rsidP="004A01C2">
      <w:pPr>
        <w:pStyle w:val="ListParagraph"/>
        <w:spacing w:line="360" w:lineRule="auto"/>
      </w:pPr>
      <w:r>
        <w:t>______________________________________________________________________________</w:t>
      </w:r>
    </w:p>
    <w:p w14:paraId="7140CF1A" w14:textId="77777777" w:rsidR="004A01C2" w:rsidRDefault="004A01C2" w:rsidP="004A01C2">
      <w:pPr>
        <w:pStyle w:val="ListParagraph"/>
        <w:numPr>
          <w:ilvl w:val="0"/>
          <w:numId w:val="1"/>
        </w:numPr>
        <w:spacing w:line="360" w:lineRule="auto"/>
      </w:pPr>
      <w:r>
        <w:t>What is activation energy?</w:t>
      </w:r>
    </w:p>
    <w:p w14:paraId="5E560A1C" w14:textId="77777777" w:rsidR="004A01C2" w:rsidRDefault="004A01C2" w:rsidP="004A01C2">
      <w:pPr>
        <w:pStyle w:val="ListParagraph"/>
        <w:spacing w:line="360" w:lineRule="auto"/>
      </w:pPr>
      <w:r>
        <w:t>______________________________________________________________________________</w:t>
      </w:r>
    </w:p>
    <w:p w14:paraId="25CEC325" w14:textId="77777777" w:rsidR="004A01C2" w:rsidRDefault="004A01C2" w:rsidP="004A01C2">
      <w:pPr>
        <w:pStyle w:val="ListParagraph"/>
        <w:numPr>
          <w:ilvl w:val="0"/>
          <w:numId w:val="1"/>
        </w:numPr>
        <w:spacing w:line="360" w:lineRule="auto"/>
      </w:pPr>
      <w:r>
        <w:t>Draw the graph on catalysts.</w:t>
      </w:r>
    </w:p>
    <w:p w14:paraId="0821164C" w14:textId="77777777" w:rsidR="004A01C2" w:rsidRDefault="004A01C2" w:rsidP="004A01C2">
      <w:pPr>
        <w:spacing w:line="360" w:lineRule="auto"/>
      </w:pPr>
    </w:p>
    <w:p w14:paraId="78610965" w14:textId="77777777" w:rsidR="004A01C2" w:rsidRDefault="004A01C2" w:rsidP="004A01C2">
      <w:pPr>
        <w:spacing w:line="360" w:lineRule="auto"/>
      </w:pPr>
    </w:p>
    <w:p w14:paraId="3DB252D7" w14:textId="77777777" w:rsidR="004A01C2" w:rsidRDefault="004A01C2" w:rsidP="004A01C2">
      <w:pPr>
        <w:spacing w:line="360" w:lineRule="auto"/>
      </w:pPr>
    </w:p>
    <w:p w14:paraId="7D20D25A" w14:textId="77777777" w:rsidR="004A01C2" w:rsidRDefault="004A01C2" w:rsidP="004A01C2">
      <w:pPr>
        <w:spacing w:line="360" w:lineRule="auto"/>
      </w:pPr>
    </w:p>
    <w:p w14:paraId="6F32B523" w14:textId="77777777" w:rsidR="004A01C2" w:rsidRDefault="004A01C2" w:rsidP="004A01C2">
      <w:pPr>
        <w:spacing w:line="360" w:lineRule="auto"/>
      </w:pPr>
    </w:p>
    <w:p w14:paraId="075BF608" w14:textId="77777777" w:rsidR="004A01C2" w:rsidRDefault="004A01C2" w:rsidP="004A01C2">
      <w:pPr>
        <w:spacing w:line="360" w:lineRule="auto"/>
      </w:pPr>
    </w:p>
    <w:p w14:paraId="6DFA3D30" w14:textId="77777777" w:rsidR="004A01C2" w:rsidRDefault="004A01C2" w:rsidP="004A01C2">
      <w:pPr>
        <w:spacing w:line="360" w:lineRule="auto"/>
      </w:pPr>
    </w:p>
    <w:p w14:paraId="340A41B1" w14:textId="77777777" w:rsidR="004A01C2" w:rsidRDefault="004A01C2" w:rsidP="004A01C2">
      <w:pPr>
        <w:pStyle w:val="ListParagraph"/>
        <w:numPr>
          <w:ilvl w:val="0"/>
          <w:numId w:val="1"/>
        </w:numPr>
        <w:spacing w:line="360" w:lineRule="auto"/>
      </w:pPr>
      <w:r>
        <w:lastRenderedPageBreak/>
        <w:t>What do catalysts do to the rate of a reaction?</w:t>
      </w:r>
    </w:p>
    <w:p w14:paraId="0886E278" w14:textId="77777777" w:rsidR="004A01C2" w:rsidRDefault="004A01C2" w:rsidP="004A01C2">
      <w:pPr>
        <w:pStyle w:val="ListParagraph"/>
        <w:spacing w:line="360" w:lineRule="auto"/>
      </w:pPr>
      <w:r>
        <w:t>______________________________________________________________________________</w:t>
      </w:r>
    </w:p>
    <w:p w14:paraId="39AACDCA" w14:textId="77777777" w:rsidR="004A01C2" w:rsidRDefault="004A01C2" w:rsidP="004A01C2">
      <w:pPr>
        <w:pStyle w:val="ListParagraph"/>
        <w:spacing w:line="360" w:lineRule="auto"/>
      </w:pPr>
      <w:r>
        <w:t>______________________________________________________________________________</w:t>
      </w:r>
    </w:p>
    <w:p w14:paraId="68A5A110" w14:textId="77777777" w:rsidR="004A01C2" w:rsidRDefault="004A01C2" w:rsidP="004A01C2">
      <w:pPr>
        <w:pStyle w:val="ListParagraph"/>
        <w:numPr>
          <w:ilvl w:val="0"/>
          <w:numId w:val="1"/>
        </w:numPr>
        <w:spacing w:line="360" w:lineRule="auto"/>
      </w:pPr>
      <w:r>
        <w:t>Give an example of an everyday catalyst.</w:t>
      </w:r>
    </w:p>
    <w:p w14:paraId="3520C51F" w14:textId="77777777" w:rsidR="004A01C2" w:rsidRDefault="004A01C2" w:rsidP="004A01C2">
      <w:pPr>
        <w:pStyle w:val="ListParagraph"/>
        <w:spacing w:line="360" w:lineRule="auto"/>
      </w:pPr>
      <w:r>
        <w:t>______________________________________________________________________________</w:t>
      </w:r>
    </w:p>
    <w:p w14:paraId="4536F5BA" w14:textId="77777777" w:rsidR="004A01C2" w:rsidRDefault="004A01C2" w:rsidP="004A01C2">
      <w:pPr>
        <w:pStyle w:val="ListParagraph"/>
        <w:numPr>
          <w:ilvl w:val="0"/>
          <w:numId w:val="1"/>
        </w:numPr>
        <w:spacing w:line="360" w:lineRule="auto"/>
      </w:pPr>
      <w:r>
        <w:t>Why are catalysts so important for industry?</w:t>
      </w:r>
    </w:p>
    <w:p w14:paraId="687DB4A3" w14:textId="77777777" w:rsidR="004A01C2" w:rsidRDefault="004A01C2" w:rsidP="004A01C2">
      <w:pPr>
        <w:pStyle w:val="ListParagraph"/>
        <w:spacing w:line="360" w:lineRule="auto"/>
      </w:pPr>
      <w:r>
        <w:t>______________________________________________________________________________</w:t>
      </w:r>
    </w:p>
    <w:p w14:paraId="3987C9C6" w14:textId="77777777" w:rsidR="004A01C2" w:rsidRDefault="004A01C2" w:rsidP="004A01C2">
      <w:pPr>
        <w:pStyle w:val="ListParagraph"/>
        <w:spacing w:line="360" w:lineRule="auto"/>
      </w:pPr>
      <w:r>
        <w:t>______________________________________________________________________________</w:t>
      </w:r>
    </w:p>
    <w:p w14:paraId="518ED326" w14:textId="32637F25" w:rsidR="00A43AE7" w:rsidRDefault="00A43AE7" w:rsidP="00A43AE7">
      <w:pPr>
        <w:spacing w:line="360" w:lineRule="auto"/>
      </w:pPr>
    </w:p>
    <w:p w14:paraId="07EF5965" w14:textId="77777777" w:rsidR="00A43AE7" w:rsidRPr="00411592" w:rsidRDefault="00A43AE7" w:rsidP="00A43AE7">
      <w:pPr>
        <w:spacing w:line="276" w:lineRule="auto"/>
        <w:jc w:val="center"/>
        <w:rPr>
          <w:b/>
          <w:sz w:val="44"/>
          <w:szCs w:val="44"/>
        </w:rPr>
      </w:pPr>
      <w:r>
        <w:rPr>
          <w:b/>
          <w:sz w:val="44"/>
          <w:szCs w:val="44"/>
        </w:rPr>
        <w:t>Collision Theory Simulation</w:t>
      </w:r>
    </w:p>
    <w:p w14:paraId="04453E94" w14:textId="77777777" w:rsidR="00A43AE7" w:rsidRDefault="00A43AE7" w:rsidP="00A43AE7">
      <w:pPr>
        <w:spacing w:line="276" w:lineRule="auto"/>
      </w:pPr>
    </w:p>
    <w:p w14:paraId="6F7E60CC" w14:textId="77777777" w:rsidR="00A43AE7" w:rsidRDefault="00A43AE7" w:rsidP="00A43AE7">
      <w:pPr>
        <w:pBdr>
          <w:top w:val="single" w:sz="4" w:space="1" w:color="auto"/>
          <w:left w:val="single" w:sz="4" w:space="4" w:color="auto"/>
          <w:bottom w:val="single" w:sz="4" w:space="1" w:color="auto"/>
          <w:right w:val="single" w:sz="4" w:space="4" w:color="auto"/>
        </w:pBdr>
        <w:spacing w:line="276" w:lineRule="auto"/>
        <w:jc w:val="center"/>
        <w:rPr>
          <w:sz w:val="28"/>
        </w:rPr>
      </w:pPr>
      <w:r w:rsidRPr="002E14A7">
        <w:rPr>
          <w:b/>
          <w:sz w:val="28"/>
        </w:rPr>
        <w:t xml:space="preserve">Collision </w:t>
      </w:r>
      <w:r>
        <w:rPr>
          <w:b/>
          <w:sz w:val="28"/>
        </w:rPr>
        <w:t>T</w:t>
      </w:r>
      <w:r w:rsidRPr="002E14A7">
        <w:rPr>
          <w:b/>
          <w:sz w:val="28"/>
        </w:rPr>
        <w:t>heory</w:t>
      </w:r>
      <w:r w:rsidRPr="002E14A7">
        <w:rPr>
          <w:sz w:val="28"/>
        </w:rPr>
        <w:t>: reactants can form products if they collide with enough energy</w:t>
      </w:r>
    </w:p>
    <w:p w14:paraId="5E545251" w14:textId="77777777" w:rsidR="00A43AE7" w:rsidRPr="002E14A7" w:rsidRDefault="00A43AE7" w:rsidP="00A43AE7">
      <w:pPr>
        <w:pBdr>
          <w:top w:val="single" w:sz="4" w:space="1" w:color="auto"/>
          <w:left w:val="single" w:sz="4" w:space="4" w:color="auto"/>
          <w:bottom w:val="single" w:sz="4" w:space="1" w:color="auto"/>
          <w:right w:val="single" w:sz="4" w:space="4" w:color="auto"/>
        </w:pBdr>
        <w:spacing w:line="276" w:lineRule="auto"/>
        <w:jc w:val="center"/>
        <w:rPr>
          <w:sz w:val="28"/>
        </w:rPr>
      </w:pPr>
      <w:r>
        <w:rPr>
          <w:sz w:val="28"/>
        </w:rPr>
        <w:t xml:space="preserve">Faster reaction rate = more collisions and/or higher-energy collisions </w:t>
      </w:r>
    </w:p>
    <w:p w14:paraId="63E6CFF4" w14:textId="77777777" w:rsidR="00A43AE7" w:rsidRDefault="00A43AE7" w:rsidP="00A43AE7">
      <w:pPr>
        <w:spacing w:line="276" w:lineRule="auto"/>
      </w:pPr>
    </w:p>
    <w:p w14:paraId="28C4BE60" w14:textId="77777777" w:rsidR="00A43AE7" w:rsidRPr="00194F7F" w:rsidRDefault="00A43AE7" w:rsidP="00A43AE7">
      <w:pPr>
        <w:spacing w:line="276" w:lineRule="auto"/>
        <w:rPr>
          <w:b/>
          <w:sz w:val="22"/>
          <w:szCs w:val="22"/>
          <w:u w:val="single"/>
        </w:rPr>
      </w:pPr>
      <w:r w:rsidRPr="00194F7F">
        <w:rPr>
          <w:b/>
          <w:sz w:val="22"/>
          <w:szCs w:val="22"/>
          <w:u w:val="single"/>
        </w:rPr>
        <w:t>Part 1: Concentration</w:t>
      </w:r>
    </w:p>
    <w:p w14:paraId="1EC83095"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Go to http://www.kscience.co.uk/animations/collision.htm.</w:t>
      </w:r>
    </w:p>
    <w:p w14:paraId="00FC9774"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Click on the yellow “setup” button.</w:t>
      </w:r>
    </w:p>
    <w:p w14:paraId="754AF004"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Click “start” and run the simulation for 10 seconds. Then press “stop.” Record your data in table 1.</w:t>
      </w:r>
    </w:p>
    <w:p w14:paraId="56E6B01B"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Change the starting number of A to 40 and run the simulation again. Record your data in table 1.</w:t>
      </w:r>
    </w:p>
    <w:p w14:paraId="6AFEDB57"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Change the number of A and B to 40 and run the simulation again. Record your data in table 1.</w:t>
      </w:r>
    </w:p>
    <w:tbl>
      <w:tblPr>
        <w:tblStyle w:val="TableGrid"/>
        <w:tblW w:w="0" w:type="auto"/>
        <w:tblLook w:val="04A0" w:firstRow="1" w:lastRow="0" w:firstColumn="1" w:lastColumn="0" w:noHBand="0" w:noVBand="1"/>
      </w:tblPr>
      <w:tblGrid>
        <w:gridCol w:w="1678"/>
        <w:gridCol w:w="1678"/>
        <w:gridCol w:w="1678"/>
        <w:gridCol w:w="5036"/>
      </w:tblGrid>
      <w:tr w:rsidR="00A43AE7" w:rsidRPr="00194F7F" w14:paraId="5D674A0C" w14:textId="77777777" w:rsidTr="00DA1E8B">
        <w:tc>
          <w:tcPr>
            <w:tcW w:w="10070" w:type="dxa"/>
            <w:gridSpan w:val="4"/>
            <w:shd w:val="clear" w:color="auto" w:fill="A6A6A6" w:themeFill="background1" w:themeFillShade="A6"/>
          </w:tcPr>
          <w:p w14:paraId="4E318926" w14:textId="77777777" w:rsidR="00A43AE7" w:rsidRPr="00194F7F" w:rsidRDefault="00A43AE7" w:rsidP="00DA1E8B">
            <w:pPr>
              <w:spacing w:line="276" w:lineRule="auto"/>
              <w:jc w:val="center"/>
              <w:rPr>
                <w:b/>
                <w:sz w:val="22"/>
                <w:szCs w:val="22"/>
              </w:rPr>
            </w:pPr>
            <w:r w:rsidRPr="00194F7F">
              <w:rPr>
                <w:b/>
                <w:sz w:val="22"/>
                <w:szCs w:val="22"/>
              </w:rPr>
              <w:t>Table 1: Effect of Reactant Concentration on Reaction Rate</w:t>
            </w:r>
          </w:p>
        </w:tc>
      </w:tr>
      <w:tr w:rsidR="00A43AE7" w:rsidRPr="00194F7F" w14:paraId="71F624FA" w14:textId="77777777" w:rsidTr="00DA1E8B">
        <w:tc>
          <w:tcPr>
            <w:tcW w:w="5034" w:type="dxa"/>
            <w:gridSpan w:val="3"/>
          </w:tcPr>
          <w:p w14:paraId="5E90A6FE" w14:textId="77777777" w:rsidR="00A43AE7" w:rsidRPr="00194F7F" w:rsidRDefault="00A43AE7" w:rsidP="00DA1E8B">
            <w:pPr>
              <w:spacing w:line="276" w:lineRule="auto"/>
              <w:rPr>
                <w:sz w:val="22"/>
                <w:szCs w:val="22"/>
              </w:rPr>
            </w:pPr>
            <w:r w:rsidRPr="00194F7F">
              <w:rPr>
                <w:sz w:val="22"/>
                <w:szCs w:val="22"/>
              </w:rPr>
              <w:t>At Start</w:t>
            </w:r>
          </w:p>
        </w:tc>
        <w:tc>
          <w:tcPr>
            <w:tcW w:w="5036" w:type="dxa"/>
          </w:tcPr>
          <w:p w14:paraId="6E63490B" w14:textId="77777777" w:rsidR="00A43AE7" w:rsidRPr="00194F7F" w:rsidRDefault="00A43AE7" w:rsidP="00DA1E8B">
            <w:pPr>
              <w:spacing w:line="276" w:lineRule="auto"/>
              <w:rPr>
                <w:sz w:val="22"/>
                <w:szCs w:val="22"/>
              </w:rPr>
            </w:pPr>
            <w:r w:rsidRPr="00194F7F">
              <w:rPr>
                <w:sz w:val="22"/>
                <w:szCs w:val="22"/>
              </w:rPr>
              <w:t>After 10 Seconds</w:t>
            </w:r>
          </w:p>
        </w:tc>
      </w:tr>
      <w:tr w:rsidR="00A43AE7" w:rsidRPr="00194F7F" w14:paraId="7FCA062F" w14:textId="77777777" w:rsidTr="00DA1E8B">
        <w:tc>
          <w:tcPr>
            <w:tcW w:w="1678" w:type="dxa"/>
          </w:tcPr>
          <w:p w14:paraId="0AF57FF0" w14:textId="77777777" w:rsidR="00A43AE7" w:rsidRPr="00194F7F" w:rsidRDefault="00A43AE7" w:rsidP="00DA1E8B">
            <w:pPr>
              <w:spacing w:line="276" w:lineRule="auto"/>
              <w:rPr>
                <w:sz w:val="22"/>
                <w:szCs w:val="22"/>
              </w:rPr>
            </w:pPr>
            <w:r w:rsidRPr="00194F7F">
              <w:rPr>
                <w:sz w:val="22"/>
                <w:szCs w:val="22"/>
              </w:rPr>
              <w:t>Number of A</w:t>
            </w:r>
          </w:p>
        </w:tc>
        <w:tc>
          <w:tcPr>
            <w:tcW w:w="1678" w:type="dxa"/>
          </w:tcPr>
          <w:p w14:paraId="0739CA12" w14:textId="77777777" w:rsidR="00A43AE7" w:rsidRPr="00194F7F" w:rsidRDefault="00A43AE7" w:rsidP="00DA1E8B">
            <w:pPr>
              <w:spacing w:line="276" w:lineRule="auto"/>
              <w:rPr>
                <w:sz w:val="22"/>
                <w:szCs w:val="22"/>
              </w:rPr>
            </w:pPr>
            <w:r w:rsidRPr="00194F7F">
              <w:rPr>
                <w:sz w:val="22"/>
                <w:szCs w:val="22"/>
              </w:rPr>
              <w:t>Number of B</w:t>
            </w:r>
          </w:p>
        </w:tc>
        <w:tc>
          <w:tcPr>
            <w:tcW w:w="1678" w:type="dxa"/>
          </w:tcPr>
          <w:p w14:paraId="4F09CAA3" w14:textId="77777777" w:rsidR="00A43AE7" w:rsidRPr="00194F7F" w:rsidRDefault="00A43AE7" w:rsidP="00DA1E8B">
            <w:pPr>
              <w:spacing w:line="276" w:lineRule="auto"/>
              <w:rPr>
                <w:sz w:val="22"/>
                <w:szCs w:val="22"/>
              </w:rPr>
            </w:pPr>
            <w:r w:rsidRPr="00194F7F">
              <w:rPr>
                <w:sz w:val="22"/>
                <w:szCs w:val="22"/>
              </w:rPr>
              <w:t>Number of P</w:t>
            </w:r>
          </w:p>
        </w:tc>
        <w:tc>
          <w:tcPr>
            <w:tcW w:w="5036" w:type="dxa"/>
          </w:tcPr>
          <w:p w14:paraId="45AFAE99" w14:textId="77777777" w:rsidR="00A43AE7" w:rsidRPr="00194F7F" w:rsidRDefault="00A43AE7" w:rsidP="00DA1E8B">
            <w:pPr>
              <w:spacing w:line="276" w:lineRule="auto"/>
              <w:rPr>
                <w:sz w:val="22"/>
                <w:szCs w:val="22"/>
              </w:rPr>
            </w:pPr>
            <w:r w:rsidRPr="00194F7F">
              <w:rPr>
                <w:sz w:val="22"/>
                <w:szCs w:val="22"/>
              </w:rPr>
              <w:t>Number of P</w:t>
            </w:r>
          </w:p>
        </w:tc>
      </w:tr>
      <w:tr w:rsidR="00A43AE7" w:rsidRPr="00194F7F" w14:paraId="46E7C63F" w14:textId="77777777" w:rsidTr="00DA1E8B">
        <w:tc>
          <w:tcPr>
            <w:tcW w:w="1678" w:type="dxa"/>
          </w:tcPr>
          <w:p w14:paraId="045C3AC7" w14:textId="77777777" w:rsidR="00A43AE7" w:rsidRPr="00194F7F" w:rsidRDefault="00A43AE7" w:rsidP="00DA1E8B">
            <w:pPr>
              <w:spacing w:line="360" w:lineRule="auto"/>
              <w:rPr>
                <w:sz w:val="22"/>
                <w:szCs w:val="22"/>
              </w:rPr>
            </w:pPr>
            <w:r w:rsidRPr="00194F7F">
              <w:rPr>
                <w:sz w:val="22"/>
                <w:szCs w:val="22"/>
              </w:rPr>
              <w:t>20</w:t>
            </w:r>
          </w:p>
        </w:tc>
        <w:tc>
          <w:tcPr>
            <w:tcW w:w="1678" w:type="dxa"/>
          </w:tcPr>
          <w:p w14:paraId="6147A7F4" w14:textId="77777777" w:rsidR="00A43AE7" w:rsidRPr="00194F7F" w:rsidRDefault="00A43AE7" w:rsidP="00DA1E8B">
            <w:pPr>
              <w:spacing w:line="360" w:lineRule="auto"/>
              <w:rPr>
                <w:sz w:val="22"/>
                <w:szCs w:val="22"/>
              </w:rPr>
            </w:pPr>
            <w:r w:rsidRPr="00194F7F">
              <w:rPr>
                <w:sz w:val="22"/>
                <w:szCs w:val="22"/>
              </w:rPr>
              <w:t>20</w:t>
            </w:r>
          </w:p>
        </w:tc>
        <w:tc>
          <w:tcPr>
            <w:tcW w:w="1678" w:type="dxa"/>
          </w:tcPr>
          <w:p w14:paraId="1503164F" w14:textId="77777777" w:rsidR="00A43AE7" w:rsidRPr="00194F7F" w:rsidRDefault="00A43AE7" w:rsidP="00DA1E8B">
            <w:pPr>
              <w:spacing w:line="360" w:lineRule="auto"/>
              <w:rPr>
                <w:sz w:val="22"/>
                <w:szCs w:val="22"/>
              </w:rPr>
            </w:pPr>
            <w:r w:rsidRPr="00194F7F">
              <w:rPr>
                <w:sz w:val="22"/>
                <w:szCs w:val="22"/>
              </w:rPr>
              <w:t>0</w:t>
            </w:r>
          </w:p>
        </w:tc>
        <w:tc>
          <w:tcPr>
            <w:tcW w:w="5036" w:type="dxa"/>
          </w:tcPr>
          <w:p w14:paraId="327B7FEF" w14:textId="77777777" w:rsidR="00A43AE7" w:rsidRPr="00194F7F" w:rsidRDefault="00A43AE7" w:rsidP="00DA1E8B">
            <w:pPr>
              <w:spacing w:line="360" w:lineRule="auto"/>
              <w:rPr>
                <w:sz w:val="22"/>
                <w:szCs w:val="22"/>
              </w:rPr>
            </w:pPr>
          </w:p>
        </w:tc>
      </w:tr>
      <w:tr w:rsidR="00A43AE7" w:rsidRPr="00194F7F" w14:paraId="30FE53A7" w14:textId="77777777" w:rsidTr="00DA1E8B">
        <w:tc>
          <w:tcPr>
            <w:tcW w:w="1678" w:type="dxa"/>
          </w:tcPr>
          <w:p w14:paraId="44AD313C" w14:textId="77777777" w:rsidR="00A43AE7" w:rsidRPr="00194F7F" w:rsidRDefault="00A43AE7" w:rsidP="00DA1E8B">
            <w:pPr>
              <w:spacing w:line="360" w:lineRule="auto"/>
              <w:rPr>
                <w:sz w:val="22"/>
                <w:szCs w:val="22"/>
              </w:rPr>
            </w:pPr>
            <w:r w:rsidRPr="00194F7F">
              <w:rPr>
                <w:sz w:val="22"/>
                <w:szCs w:val="22"/>
              </w:rPr>
              <w:t>40</w:t>
            </w:r>
          </w:p>
        </w:tc>
        <w:tc>
          <w:tcPr>
            <w:tcW w:w="1678" w:type="dxa"/>
          </w:tcPr>
          <w:p w14:paraId="4346962D" w14:textId="77777777" w:rsidR="00A43AE7" w:rsidRPr="00194F7F" w:rsidRDefault="00A43AE7" w:rsidP="00DA1E8B">
            <w:pPr>
              <w:spacing w:line="360" w:lineRule="auto"/>
              <w:rPr>
                <w:sz w:val="22"/>
                <w:szCs w:val="22"/>
              </w:rPr>
            </w:pPr>
            <w:r w:rsidRPr="00194F7F">
              <w:rPr>
                <w:sz w:val="22"/>
                <w:szCs w:val="22"/>
              </w:rPr>
              <w:t>20</w:t>
            </w:r>
          </w:p>
        </w:tc>
        <w:tc>
          <w:tcPr>
            <w:tcW w:w="1678" w:type="dxa"/>
          </w:tcPr>
          <w:p w14:paraId="05FC0BDA" w14:textId="77777777" w:rsidR="00A43AE7" w:rsidRPr="00194F7F" w:rsidRDefault="00A43AE7" w:rsidP="00DA1E8B">
            <w:pPr>
              <w:spacing w:line="360" w:lineRule="auto"/>
              <w:rPr>
                <w:sz w:val="22"/>
                <w:szCs w:val="22"/>
              </w:rPr>
            </w:pPr>
            <w:r w:rsidRPr="00194F7F">
              <w:rPr>
                <w:sz w:val="22"/>
                <w:szCs w:val="22"/>
              </w:rPr>
              <w:t>0</w:t>
            </w:r>
          </w:p>
        </w:tc>
        <w:tc>
          <w:tcPr>
            <w:tcW w:w="5036" w:type="dxa"/>
          </w:tcPr>
          <w:p w14:paraId="315F52F5" w14:textId="77777777" w:rsidR="00A43AE7" w:rsidRPr="00194F7F" w:rsidRDefault="00A43AE7" w:rsidP="00DA1E8B">
            <w:pPr>
              <w:spacing w:line="360" w:lineRule="auto"/>
              <w:rPr>
                <w:sz w:val="22"/>
                <w:szCs w:val="22"/>
              </w:rPr>
            </w:pPr>
          </w:p>
        </w:tc>
      </w:tr>
      <w:tr w:rsidR="00A43AE7" w:rsidRPr="00194F7F" w14:paraId="740397F4" w14:textId="77777777" w:rsidTr="00DA1E8B">
        <w:tc>
          <w:tcPr>
            <w:tcW w:w="1678" w:type="dxa"/>
          </w:tcPr>
          <w:p w14:paraId="27DBEE8F" w14:textId="77777777" w:rsidR="00A43AE7" w:rsidRPr="00194F7F" w:rsidRDefault="00A43AE7" w:rsidP="00DA1E8B">
            <w:pPr>
              <w:spacing w:line="360" w:lineRule="auto"/>
              <w:rPr>
                <w:sz w:val="22"/>
                <w:szCs w:val="22"/>
              </w:rPr>
            </w:pPr>
            <w:r w:rsidRPr="00194F7F">
              <w:rPr>
                <w:sz w:val="22"/>
                <w:szCs w:val="22"/>
              </w:rPr>
              <w:t>40</w:t>
            </w:r>
          </w:p>
        </w:tc>
        <w:tc>
          <w:tcPr>
            <w:tcW w:w="1678" w:type="dxa"/>
          </w:tcPr>
          <w:p w14:paraId="3B5BA2F7" w14:textId="77777777" w:rsidR="00A43AE7" w:rsidRPr="00194F7F" w:rsidRDefault="00A43AE7" w:rsidP="00DA1E8B">
            <w:pPr>
              <w:spacing w:line="360" w:lineRule="auto"/>
              <w:rPr>
                <w:sz w:val="22"/>
                <w:szCs w:val="22"/>
              </w:rPr>
            </w:pPr>
            <w:r w:rsidRPr="00194F7F">
              <w:rPr>
                <w:sz w:val="22"/>
                <w:szCs w:val="22"/>
              </w:rPr>
              <w:t>40</w:t>
            </w:r>
          </w:p>
        </w:tc>
        <w:tc>
          <w:tcPr>
            <w:tcW w:w="1678" w:type="dxa"/>
          </w:tcPr>
          <w:p w14:paraId="4587AE5A" w14:textId="77777777" w:rsidR="00A43AE7" w:rsidRPr="00194F7F" w:rsidRDefault="00A43AE7" w:rsidP="00DA1E8B">
            <w:pPr>
              <w:spacing w:line="360" w:lineRule="auto"/>
              <w:rPr>
                <w:sz w:val="22"/>
                <w:szCs w:val="22"/>
              </w:rPr>
            </w:pPr>
            <w:r w:rsidRPr="00194F7F">
              <w:rPr>
                <w:sz w:val="22"/>
                <w:szCs w:val="22"/>
              </w:rPr>
              <w:t>0</w:t>
            </w:r>
          </w:p>
        </w:tc>
        <w:tc>
          <w:tcPr>
            <w:tcW w:w="5036" w:type="dxa"/>
          </w:tcPr>
          <w:p w14:paraId="01389D9F" w14:textId="77777777" w:rsidR="00A43AE7" w:rsidRPr="00194F7F" w:rsidRDefault="00A43AE7" w:rsidP="00DA1E8B">
            <w:pPr>
              <w:spacing w:line="360" w:lineRule="auto"/>
              <w:rPr>
                <w:sz w:val="22"/>
                <w:szCs w:val="22"/>
              </w:rPr>
            </w:pPr>
          </w:p>
        </w:tc>
      </w:tr>
    </w:tbl>
    <w:p w14:paraId="48E95883"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Based on the data that you collected in table 1, what is the effect of increased reactant concentration (more reactant particles) on reaction rate? Use SPECIFIC NUMBERS to support your claim.</w:t>
      </w:r>
    </w:p>
    <w:p w14:paraId="3AF57C1F" w14:textId="2E117D0B" w:rsidR="00A43AE7" w:rsidRDefault="00A43AE7" w:rsidP="00A43AE7">
      <w:pPr>
        <w:spacing w:line="276" w:lineRule="auto"/>
        <w:rPr>
          <w:sz w:val="22"/>
          <w:szCs w:val="22"/>
        </w:rPr>
      </w:pPr>
    </w:p>
    <w:p w14:paraId="6FF6D739" w14:textId="6BABA9CE" w:rsidR="00A43AE7" w:rsidRDefault="00A43AE7" w:rsidP="00A43AE7">
      <w:pPr>
        <w:spacing w:line="276" w:lineRule="auto"/>
        <w:rPr>
          <w:sz w:val="22"/>
          <w:szCs w:val="22"/>
        </w:rPr>
      </w:pPr>
    </w:p>
    <w:p w14:paraId="339E26AB" w14:textId="77777777" w:rsidR="00A43AE7" w:rsidRPr="00194F7F" w:rsidRDefault="00A43AE7" w:rsidP="00A43AE7">
      <w:pPr>
        <w:spacing w:line="276" w:lineRule="auto"/>
        <w:rPr>
          <w:sz w:val="22"/>
          <w:szCs w:val="22"/>
        </w:rPr>
      </w:pPr>
    </w:p>
    <w:p w14:paraId="76A785A1" w14:textId="77777777" w:rsidR="00A43AE7" w:rsidRPr="00194F7F" w:rsidRDefault="00A43AE7" w:rsidP="00A43AE7">
      <w:pPr>
        <w:spacing w:line="276" w:lineRule="auto"/>
        <w:rPr>
          <w:sz w:val="22"/>
          <w:szCs w:val="22"/>
        </w:rPr>
      </w:pPr>
    </w:p>
    <w:p w14:paraId="13BE5F90" w14:textId="77777777" w:rsidR="00A43AE7" w:rsidRPr="00194F7F" w:rsidRDefault="00A43AE7" w:rsidP="00A43AE7">
      <w:pPr>
        <w:spacing w:line="276" w:lineRule="auto"/>
        <w:rPr>
          <w:sz w:val="22"/>
          <w:szCs w:val="22"/>
        </w:rPr>
      </w:pPr>
    </w:p>
    <w:p w14:paraId="0964C459"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Why does increased concentration make reactions progress faster?</w:t>
      </w:r>
    </w:p>
    <w:p w14:paraId="79CD442C" w14:textId="553E3813" w:rsidR="00A43AE7" w:rsidRDefault="00A43AE7" w:rsidP="00A43AE7">
      <w:pPr>
        <w:spacing w:line="276" w:lineRule="auto"/>
        <w:rPr>
          <w:sz w:val="22"/>
          <w:szCs w:val="22"/>
        </w:rPr>
      </w:pPr>
    </w:p>
    <w:p w14:paraId="4EFA1575" w14:textId="77777777" w:rsidR="00A43AE7" w:rsidRPr="00194F7F" w:rsidRDefault="00A43AE7" w:rsidP="00A43AE7">
      <w:pPr>
        <w:spacing w:line="276" w:lineRule="auto"/>
        <w:rPr>
          <w:sz w:val="22"/>
          <w:szCs w:val="22"/>
        </w:rPr>
      </w:pPr>
    </w:p>
    <w:p w14:paraId="52BD54E1" w14:textId="77777777" w:rsidR="00A43AE7" w:rsidRPr="00194F7F" w:rsidRDefault="00A43AE7" w:rsidP="00A43AE7">
      <w:pPr>
        <w:spacing w:line="276" w:lineRule="auto"/>
        <w:rPr>
          <w:sz w:val="22"/>
          <w:szCs w:val="22"/>
        </w:rPr>
      </w:pPr>
    </w:p>
    <w:p w14:paraId="446E102F" w14:textId="77777777" w:rsidR="00A43AE7" w:rsidRPr="00194F7F" w:rsidRDefault="00A43AE7" w:rsidP="00A43AE7">
      <w:pPr>
        <w:spacing w:line="276" w:lineRule="auto"/>
        <w:rPr>
          <w:sz w:val="22"/>
          <w:szCs w:val="22"/>
        </w:rPr>
      </w:pPr>
    </w:p>
    <w:p w14:paraId="4FCFF9F3" w14:textId="77777777" w:rsidR="00A43AE7" w:rsidRPr="00194F7F" w:rsidRDefault="00A43AE7" w:rsidP="00A43AE7">
      <w:pPr>
        <w:spacing w:line="276" w:lineRule="auto"/>
        <w:rPr>
          <w:b/>
          <w:sz w:val="22"/>
          <w:szCs w:val="22"/>
          <w:u w:val="single"/>
        </w:rPr>
      </w:pPr>
      <w:r w:rsidRPr="00194F7F">
        <w:rPr>
          <w:b/>
          <w:sz w:val="22"/>
          <w:szCs w:val="22"/>
          <w:u w:val="single"/>
        </w:rPr>
        <w:lastRenderedPageBreak/>
        <w:t>Part 2: Temperature</w:t>
      </w:r>
    </w:p>
    <w:p w14:paraId="78B4B8E3" w14:textId="77777777" w:rsidR="00A43AE7" w:rsidRPr="00194F7F" w:rsidRDefault="00A43AE7" w:rsidP="00A43AE7">
      <w:pPr>
        <w:pStyle w:val="ListParagraph"/>
        <w:numPr>
          <w:ilvl w:val="0"/>
          <w:numId w:val="2"/>
        </w:numPr>
        <w:spacing w:line="276" w:lineRule="auto"/>
        <w:rPr>
          <w:sz w:val="22"/>
          <w:szCs w:val="22"/>
        </w:rPr>
      </w:pPr>
      <w:r w:rsidRPr="00194F7F">
        <w:rPr>
          <w:sz w:val="22"/>
          <w:szCs w:val="22"/>
        </w:rPr>
        <w:t>Change the number of A and B back to 20.</w:t>
      </w:r>
    </w:p>
    <w:p w14:paraId="4825E5F5" w14:textId="77777777" w:rsidR="00A43AE7" w:rsidRPr="00194F7F" w:rsidRDefault="00A43AE7" w:rsidP="00A43AE7">
      <w:pPr>
        <w:pStyle w:val="ListParagraph"/>
        <w:numPr>
          <w:ilvl w:val="0"/>
          <w:numId w:val="2"/>
        </w:numPr>
        <w:spacing w:line="276" w:lineRule="auto"/>
        <w:rPr>
          <w:sz w:val="22"/>
          <w:szCs w:val="22"/>
        </w:rPr>
      </w:pPr>
      <w:r w:rsidRPr="00194F7F">
        <w:rPr>
          <w:sz w:val="22"/>
          <w:szCs w:val="22"/>
        </w:rPr>
        <w:t xml:space="preserve">Change the temperature to 30. </w:t>
      </w:r>
    </w:p>
    <w:p w14:paraId="70F3CDD4" w14:textId="77777777" w:rsidR="00A43AE7" w:rsidRPr="00194F7F" w:rsidRDefault="00A43AE7" w:rsidP="00A43AE7">
      <w:pPr>
        <w:pStyle w:val="ListParagraph"/>
        <w:numPr>
          <w:ilvl w:val="0"/>
          <w:numId w:val="2"/>
        </w:numPr>
        <w:spacing w:line="276" w:lineRule="auto"/>
        <w:rPr>
          <w:sz w:val="22"/>
          <w:szCs w:val="22"/>
        </w:rPr>
      </w:pPr>
      <w:r w:rsidRPr="00194F7F">
        <w:rPr>
          <w:sz w:val="22"/>
          <w:szCs w:val="22"/>
        </w:rPr>
        <w:t>Run the simulation for 10 seconds. Then press “stop.” Record your data in table 2.</w:t>
      </w:r>
    </w:p>
    <w:p w14:paraId="542C3873" w14:textId="77777777" w:rsidR="00A43AE7" w:rsidRPr="00194F7F" w:rsidRDefault="00A43AE7" w:rsidP="00A43AE7">
      <w:pPr>
        <w:pStyle w:val="ListParagraph"/>
        <w:numPr>
          <w:ilvl w:val="0"/>
          <w:numId w:val="2"/>
        </w:numPr>
        <w:spacing w:line="276" w:lineRule="auto"/>
        <w:rPr>
          <w:sz w:val="22"/>
          <w:szCs w:val="22"/>
        </w:rPr>
      </w:pPr>
      <w:r w:rsidRPr="00194F7F">
        <w:rPr>
          <w:sz w:val="22"/>
          <w:szCs w:val="22"/>
        </w:rPr>
        <w:t>Change the temperature 2 more times (you can use whatever values you like). Record all data in table 2.</w:t>
      </w:r>
    </w:p>
    <w:tbl>
      <w:tblPr>
        <w:tblStyle w:val="TableGrid"/>
        <w:tblW w:w="0" w:type="auto"/>
        <w:tblLook w:val="04A0" w:firstRow="1" w:lastRow="0" w:firstColumn="1" w:lastColumn="0" w:noHBand="0" w:noVBand="1"/>
      </w:tblPr>
      <w:tblGrid>
        <w:gridCol w:w="5034"/>
        <w:gridCol w:w="5036"/>
      </w:tblGrid>
      <w:tr w:rsidR="00A43AE7" w:rsidRPr="00194F7F" w14:paraId="6F20A500" w14:textId="77777777" w:rsidTr="00DA1E8B">
        <w:tc>
          <w:tcPr>
            <w:tcW w:w="10070" w:type="dxa"/>
            <w:gridSpan w:val="2"/>
            <w:shd w:val="clear" w:color="auto" w:fill="A6A6A6" w:themeFill="background1" w:themeFillShade="A6"/>
          </w:tcPr>
          <w:p w14:paraId="3F7E6620" w14:textId="77777777" w:rsidR="00A43AE7" w:rsidRPr="00194F7F" w:rsidRDefault="00A43AE7" w:rsidP="00DA1E8B">
            <w:pPr>
              <w:spacing w:line="276" w:lineRule="auto"/>
              <w:jc w:val="center"/>
              <w:rPr>
                <w:b/>
                <w:sz w:val="22"/>
                <w:szCs w:val="22"/>
              </w:rPr>
            </w:pPr>
            <w:r w:rsidRPr="00194F7F">
              <w:rPr>
                <w:b/>
                <w:sz w:val="22"/>
                <w:szCs w:val="22"/>
              </w:rPr>
              <w:t>Table 2: Effect of Temperature on Reaction Rate</w:t>
            </w:r>
          </w:p>
        </w:tc>
      </w:tr>
      <w:tr w:rsidR="00A43AE7" w:rsidRPr="00194F7F" w14:paraId="10951DAA" w14:textId="77777777" w:rsidTr="00DA1E8B">
        <w:tc>
          <w:tcPr>
            <w:tcW w:w="5034" w:type="dxa"/>
          </w:tcPr>
          <w:p w14:paraId="5266E6DD" w14:textId="77777777" w:rsidR="00A43AE7" w:rsidRPr="00194F7F" w:rsidRDefault="00A43AE7" w:rsidP="00DA1E8B">
            <w:pPr>
              <w:spacing w:line="276" w:lineRule="auto"/>
              <w:rPr>
                <w:sz w:val="22"/>
                <w:szCs w:val="22"/>
              </w:rPr>
            </w:pPr>
            <w:r w:rsidRPr="00194F7F">
              <w:rPr>
                <w:sz w:val="22"/>
                <w:szCs w:val="22"/>
              </w:rPr>
              <w:t>Temperature</w:t>
            </w:r>
          </w:p>
        </w:tc>
        <w:tc>
          <w:tcPr>
            <w:tcW w:w="5036" w:type="dxa"/>
          </w:tcPr>
          <w:p w14:paraId="50B37B7C" w14:textId="77777777" w:rsidR="00A43AE7" w:rsidRPr="00194F7F" w:rsidRDefault="00A43AE7" w:rsidP="00DA1E8B">
            <w:pPr>
              <w:spacing w:line="276" w:lineRule="auto"/>
              <w:rPr>
                <w:sz w:val="22"/>
                <w:szCs w:val="22"/>
              </w:rPr>
            </w:pPr>
            <w:r w:rsidRPr="00194F7F">
              <w:rPr>
                <w:sz w:val="22"/>
                <w:szCs w:val="22"/>
              </w:rPr>
              <w:t>Number of P After 10 Seconds</w:t>
            </w:r>
          </w:p>
        </w:tc>
      </w:tr>
      <w:tr w:rsidR="00A43AE7" w:rsidRPr="00194F7F" w14:paraId="64A4386C" w14:textId="77777777" w:rsidTr="00DA1E8B">
        <w:tc>
          <w:tcPr>
            <w:tcW w:w="5034" w:type="dxa"/>
          </w:tcPr>
          <w:p w14:paraId="439FBF86" w14:textId="77777777" w:rsidR="00A43AE7" w:rsidRPr="00194F7F" w:rsidRDefault="00A43AE7" w:rsidP="00DA1E8B">
            <w:pPr>
              <w:spacing w:line="360" w:lineRule="auto"/>
              <w:rPr>
                <w:sz w:val="22"/>
                <w:szCs w:val="22"/>
              </w:rPr>
            </w:pPr>
            <w:r w:rsidRPr="00194F7F">
              <w:rPr>
                <w:sz w:val="22"/>
                <w:szCs w:val="22"/>
              </w:rPr>
              <w:t>20</w:t>
            </w:r>
          </w:p>
        </w:tc>
        <w:tc>
          <w:tcPr>
            <w:tcW w:w="5036" w:type="dxa"/>
          </w:tcPr>
          <w:p w14:paraId="62835D6E" w14:textId="77777777" w:rsidR="00A43AE7" w:rsidRPr="00194F7F" w:rsidRDefault="00A43AE7" w:rsidP="00DA1E8B">
            <w:pPr>
              <w:spacing w:line="360" w:lineRule="auto"/>
              <w:rPr>
                <w:sz w:val="22"/>
                <w:szCs w:val="22"/>
              </w:rPr>
            </w:pPr>
            <w:r w:rsidRPr="00194F7F">
              <w:rPr>
                <w:sz w:val="22"/>
                <w:szCs w:val="22"/>
              </w:rPr>
              <w:t>12</w:t>
            </w:r>
          </w:p>
        </w:tc>
      </w:tr>
      <w:tr w:rsidR="00A43AE7" w:rsidRPr="00194F7F" w14:paraId="6C5C22F3" w14:textId="77777777" w:rsidTr="00DA1E8B">
        <w:tc>
          <w:tcPr>
            <w:tcW w:w="5034" w:type="dxa"/>
          </w:tcPr>
          <w:p w14:paraId="0B1583EB" w14:textId="77777777" w:rsidR="00A43AE7" w:rsidRPr="00194F7F" w:rsidRDefault="00A43AE7" w:rsidP="00DA1E8B">
            <w:pPr>
              <w:spacing w:line="360" w:lineRule="auto"/>
              <w:rPr>
                <w:sz w:val="22"/>
                <w:szCs w:val="22"/>
              </w:rPr>
            </w:pPr>
            <w:r w:rsidRPr="00194F7F">
              <w:rPr>
                <w:sz w:val="22"/>
                <w:szCs w:val="22"/>
              </w:rPr>
              <w:t>30</w:t>
            </w:r>
          </w:p>
        </w:tc>
        <w:tc>
          <w:tcPr>
            <w:tcW w:w="5036" w:type="dxa"/>
          </w:tcPr>
          <w:p w14:paraId="53728B70" w14:textId="77777777" w:rsidR="00A43AE7" w:rsidRPr="00194F7F" w:rsidRDefault="00A43AE7" w:rsidP="00DA1E8B">
            <w:pPr>
              <w:spacing w:line="360" w:lineRule="auto"/>
              <w:rPr>
                <w:sz w:val="22"/>
                <w:szCs w:val="22"/>
              </w:rPr>
            </w:pPr>
          </w:p>
        </w:tc>
      </w:tr>
      <w:tr w:rsidR="00A43AE7" w:rsidRPr="00194F7F" w14:paraId="231D2EF6" w14:textId="77777777" w:rsidTr="00DA1E8B">
        <w:tc>
          <w:tcPr>
            <w:tcW w:w="5034" w:type="dxa"/>
          </w:tcPr>
          <w:p w14:paraId="25B5A742" w14:textId="77777777" w:rsidR="00A43AE7" w:rsidRPr="00194F7F" w:rsidRDefault="00A43AE7" w:rsidP="00DA1E8B">
            <w:pPr>
              <w:spacing w:line="360" w:lineRule="auto"/>
              <w:rPr>
                <w:sz w:val="22"/>
                <w:szCs w:val="22"/>
              </w:rPr>
            </w:pPr>
          </w:p>
        </w:tc>
        <w:tc>
          <w:tcPr>
            <w:tcW w:w="5036" w:type="dxa"/>
          </w:tcPr>
          <w:p w14:paraId="44DE66DE" w14:textId="77777777" w:rsidR="00A43AE7" w:rsidRPr="00194F7F" w:rsidRDefault="00A43AE7" w:rsidP="00DA1E8B">
            <w:pPr>
              <w:spacing w:line="360" w:lineRule="auto"/>
              <w:rPr>
                <w:sz w:val="22"/>
                <w:szCs w:val="22"/>
              </w:rPr>
            </w:pPr>
          </w:p>
        </w:tc>
      </w:tr>
      <w:tr w:rsidR="00A43AE7" w:rsidRPr="00194F7F" w14:paraId="445E18BC" w14:textId="77777777" w:rsidTr="00DA1E8B">
        <w:tc>
          <w:tcPr>
            <w:tcW w:w="5034" w:type="dxa"/>
          </w:tcPr>
          <w:p w14:paraId="319F64D1" w14:textId="77777777" w:rsidR="00A43AE7" w:rsidRPr="00194F7F" w:rsidRDefault="00A43AE7" w:rsidP="00DA1E8B">
            <w:pPr>
              <w:spacing w:line="360" w:lineRule="auto"/>
              <w:rPr>
                <w:sz w:val="22"/>
                <w:szCs w:val="22"/>
              </w:rPr>
            </w:pPr>
          </w:p>
        </w:tc>
        <w:tc>
          <w:tcPr>
            <w:tcW w:w="5036" w:type="dxa"/>
          </w:tcPr>
          <w:p w14:paraId="4AEB6A69" w14:textId="77777777" w:rsidR="00A43AE7" w:rsidRPr="00194F7F" w:rsidRDefault="00A43AE7" w:rsidP="00DA1E8B">
            <w:pPr>
              <w:spacing w:line="360" w:lineRule="auto"/>
              <w:rPr>
                <w:sz w:val="22"/>
                <w:szCs w:val="22"/>
              </w:rPr>
            </w:pPr>
          </w:p>
        </w:tc>
      </w:tr>
    </w:tbl>
    <w:p w14:paraId="68E7AEEC"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Based on the data that you collected in table 2, what is the effect of increased temperature on reaction rate? Use SPECIFIC NUMBERS to support your claim.</w:t>
      </w:r>
    </w:p>
    <w:p w14:paraId="1B2E90A4" w14:textId="77777777" w:rsidR="00A43AE7" w:rsidRPr="00194F7F" w:rsidRDefault="00A43AE7" w:rsidP="00A43AE7">
      <w:pPr>
        <w:spacing w:line="276" w:lineRule="auto"/>
        <w:rPr>
          <w:sz w:val="22"/>
          <w:szCs w:val="22"/>
        </w:rPr>
      </w:pPr>
    </w:p>
    <w:p w14:paraId="646FB58C" w14:textId="6B15FA33" w:rsidR="00A43AE7" w:rsidRDefault="00A43AE7" w:rsidP="00A43AE7">
      <w:pPr>
        <w:spacing w:line="276" w:lineRule="auto"/>
        <w:rPr>
          <w:sz w:val="22"/>
          <w:szCs w:val="22"/>
        </w:rPr>
      </w:pPr>
    </w:p>
    <w:p w14:paraId="452C686B" w14:textId="53AEAE4E" w:rsidR="00A43AE7" w:rsidRDefault="00A43AE7" w:rsidP="00A43AE7">
      <w:pPr>
        <w:spacing w:line="276" w:lineRule="auto"/>
        <w:rPr>
          <w:sz w:val="22"/>
          <w:szCs w:val="22"/>
        </w:rPr>
      </w:pPr>
    </w:p>
    <w:p w14:paraId="6F61D394" w14:textId="16FECE87" w:rsidR="00A43AE7" w:rsidRDefault="00A43AE7" w:rsidP="00A43AE7">
      <w:pPr>
        <w:spacing w:line="276" w:lineRule="auto"/>
        <w:rPr>
          <w:sz w:val="22"/>
          <w:szCs w:val="22"/>
        </w:rPr>
      </w:pPr>
    </w:p>
    <w:p w14:paraId="4845CAF6" w14:textId="77777777" w:rsidR="00A43AE7" w:rsidRPr="00194F7F" w:rsidRDefault="00A43AE7" w:rsidP="00A43AE7">
      <w:pPr>
        <w:spacing w:line="276" w:lineRule="auto"/>
        <w:rPr>
          <w:sz w:val="22"/>
          <w:szCs w:val="22"/>
        </w:rPr>
      </w:pPr>
    </w:p>
    <w:p w14:paraId="2C94B120" w14:textId="77777777" w:rsidR="00A43AE7" w:rsidRPr="00194F7F" w:rsidRDefault="00A43AE7" w:rsidP="00A43AE7">
      <w:pPr>
        <w:spacing w:line="276" w:lineRule="auto"/>
        <w:rPr>
          <w:sz w:val="22"/>
          <w:szCs w:val="22"/>
        </w:rPr>
      </w:pPr>
    </w:p>
    <w:p w14:paraId="5F5BD65D" w14:textId="77777777" w:rsidR="00A43AE7" w:rsidRPr="00194F7F" w:rsidRDefault="00A43AE7" w:rsidP="00A43AE7">
      <w:pPr>
        <w:spacing w:line="276" w:lineRule="auto"/>
        <w:rPr>
          <w:sz w:val="22"/>
          <w:szCs w:val="22"/>
        </w:rPr>
      </w:pPr>
    </w:p>
    <w:p w14:paraId="613BA166"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Why does increased temperature make reactions progress faster?</w:t>
      </w:r>
    </w:p>
    <w:p w14:paraId="47ABAA4F" w14:textId="388828DE" w:rsidR="00A43AE7" w:rsidRDefault="00A43AE7" w:rsidP="00A43AE7">
      <w:pPr>
        <w:spacing w:line="276" w:lineRule="auto"/>
        <w:rPr>
          <w:b/>
          <w:sz w:val="22"/>
          <w:szCs w:val="22"/>
          <w:u w:val="single"/>
        </w:rPr>
      </w:pPr>
    </w:p>
    <w:p w14:paraId="5A949CE5" w14:textId="1253EBA4" w:rsidR="00A43AE7" w:rsidRDefault="00A43AE7" w:rsidP="00A43AE7">
      <w:pPr>
        <w:spacing w:line="276" w:lineRule="auto"/>
        <w:rPr>
          <w:b/>
          <w:sz w:val="22"/>
          <w:szCs w:val="22"/>
          <w:u w:val="single"/>
        </w:rPr>
      </w:pPr>
    </w:p>
    <w:p w14:paraId="5860D684" w14:textId="16126EB5" w:rsidR="00A43AE7" w:rsidRPr="00194F7F" w:rsidRDefault="00A43AE7" w:rsidP="00A43AE7">
      <w:pPr>
        <w:spacing w:line="276" w:lineRule="auto"/>
        <w:rPr>
          <w:b/>
          <w:sz w:val="22"/>
          <w:szCs w:val="22"/>
          <w:u w:val="single"/>
        </w:rPr>
      </w:pPr>
    </w:p>
    <w:p w14:paraId="1FB173E4" w14:textId="77777777" w:rsidR="00A43AE7" w:rsidRPr="00194F7F" w:rsidRDefault="00A43AE7" w:rsidP="00A43AE7">
      <w:pPr>
        <w:spacing w:line="276" w:lineRule="auto"/>
        <w:rPr>
          <w:b/>
          <w:sz w:val="22"/>
          <w:szCs w:val="22"/>
          <w:u w:val="single"/>
        </w:rPr>
      </w:pPr>
    </w:p>
    <w:p w14:paraId="75B7A779" w14:textId="77777777" w:rsidR="00A43AE7" w:rsidRPr="00194F7F" w:rsidRDefault="00A43AE7" w:rsidP="00A43AE7">
      <w:pPr>
        <w:spacing w:line="276" w:lineRule="auto"/>
        <w:rPr>
          <w:b/>
          <w:sz w:val="22"/>
          <w:szCs w:val="22"/>
          <w:u w:val="single"/>
        </w:rPr>
      </w:pPr>
    </w:p>
    <w:p w14:paraId="21A0CF42" w14:textId="77777777" w:rsidR="00A43AE7" w:rsidRPr="00194F7F" w:rsidRDefault="00A43AE7" w:rsidP="00A43AE7">
      <w:pPr>
        <w:spacing w:line="276" w:lineRule="auto"/>
        <w:rPr>
          <w:b/>
          <w:sz w:val="22"/>
          <w:szCs w:val="22"/>
          <w:u w:val="single"/>
        </w:rPr>
      </w:pPr>
    </w:p>
    <w:p w14:paraId="313BEC05" w14:textId="77777777" w:rsidR="00A43AE7" w:rsidRPr="00194F7F" w:rsidRDefault="00A43AE7" w:rsidP="00A43AE7">
      <w:pPr>
        <w:spacing w:line="276" w:lineRule="auto"/>
        <w:rPr>
          <w:b/>
          <w:sz w:val="22"/>
          <w:szCs w:val="22"/>
          <w:u w:val="single"/>
        </w:rPr>
      </w:pPr>
      <w:r w:rsidRPr="00194F7F">
        <w:rPr>
          <w:b/>
          <w:sz w:val="22"/>
          <w:szCs w:val="22"/>
          <w:u w:val="single"/>
        </w:rPr>
        <w:t>Part 3: Pressure (Volume)</w:t>
      </w:r>
    </w:p>
    <w:p w14:paraId="62DA5BDF" w14:textId="77777777" w:rsidR="00A43AE7" w:rsidRPr="00194F7F" w:rsidRDefault="00A43AE7" w:rsidP="00A43AE7">
      <w:pPr>
        <w:pStyle w:val="ListParagraph"/>
        <w:numPr>
          <w:ilvl w:val="0"/>
          <w:numId w:val="3"/>
        </w:numPr>
        <w:spacing w:line="276" w:lineRule="auto"/>
        <w:rPr>
          <w:sz w:val="22"/>
          <w:szCs w:val="22"/>
        </w:rPr>
      </w:pPr>
      <w:r w:rsidRPr="00194F7F">
        <w:rPr>
          <w:sz w:val="22"/>
          <w:szCs w:val="22"/>
        </w:rPr>
        <w:t>Change the temperature back to 20.</w:t>
      </w:r>
    </w:p>
    <w:p w14:paraId="6E0374F7" w14:textId="77777777" w:rsidR="00A43AE7" w:rsidRPr="00194F7F" w:rsidRDefault="00A43AE7" w:rsidP="00A43AE7">
      <w:pPr>
        <w:pStyle w:val="ListParagraph"/>
        <w:numPr>
          <w:ilvl w:val="0"/>
          <w:numId w:val="3"/>
        </w:numPr>
        <w:spacing w:line="276" w:lineRule="auto"/>
        <w:rPr>
          <w:sz w:val="22"/>
          <w:szCs w:val="22"/>
        </w:rPr>
      </w:pPr>
      <w:r w:rsidRPr="00194F7F">
        <w:rPr>
          <w:sz w:val="22"/>
          <w:szCs w:val="22"/>
        </w:rPr>
        <w:t>Change the volume to 300.</w:t>
      </w:r>
    </w:p>
    <w:p w14:paraId="15AB2AB5" w14:textId="77777777" w:rsidR="00A43AE7" w:rsidRPr="00194F7F" w:rsidRDefault="00A43AE7" w:rsidP="00A43AE7">
      <w:pPr>
        <w:pStyle w:val="ListParagraph"/>
        <w:numPr>
          <w:ilvl w:val="0"/>
          <w:numId w:val="3"/>
        </w:numPr>
        <w:spacing w:line="276" w:lineRule="auto"/>
        <w:rPr>
          <w:sz w:val="22"/>
          <w:szCs w:val="22"/>
        </w:rPr>
      </w:pPr>
      <w:r w:rsidRPr="00194F7F">
        <w:rPr>
          <w:sz w:val="22"/>
          <w:szCs w:val="22"/>
        </w:rPr>
        <w:t>When you decrease the volume, what do you think happens to the pressure?</w:t>
      </w:r>
    </w:p>
    <w:p w14:paraId="629228B6" w14:textId="77777777" w:rsidR="00A43AE7" w:rsidRPr="00194F7F" w:rsidRDefault="00A43AE7" w:rsidP="00A43AE7">
      <w:pPr>
        <w:pStyle w:val="ListParagraph"/>
        <w:spacing w:line="276" w:lineRule="auto"/>
        <w:rPr>
          <w:sz w:val="22"/>
          <w:szCs w:val="22"/>
        </w:rPr>
      </w:pPr>
    </w:p>
    <w:p w14:paraId="1C30A87C" w14:textId="77777777" w:rsidR="00A43AE7" w:rsidRPr="00194F7F" w:rsidRDefault="00A43AE7" w:rsidP="00A43AE7">
      <w:pPr>
        <w:spacing w:line="276" w:lineRule="auto"/>
        <w:rPr>
          <w:sz w:val="22"/>
          <w:szCs w:val="22"/>
        </w:rPr>
      </w:pPr>
    </w:p>
    <w:p w14:paraId="11BC52C6" w14:textId="77777777" w:rsidR="00A43AE7" w:rsidRPr="00194F7F" w:rsidRDefault="00A43AE7" w:rsidP="00A43AE7">
      <w:pPr>
        <w:pStyle w:val="ListParagraph"/>
        <w:numPr>
          <w:ilvl w:val="0"/>
          <w:numId w:val="3"/>
        </w:numPr>
        <w:spacing w:line="276" w:lineRule="auto"/>
        <w:rPr>
          <w:sz w:val="22"/>
          <w:szCs w:val="22"/>
        </w:rPr>
      </w:pPr>
      <w:r w:rsidRPr="00194F7F">
        <w:rPr>
          <w:sz w:val="22"/>
          <w:szCs w:val="22"/>
        </w:rPr>
        <w:t>Run the simulation for 10 seconds. Then press “stop.” Record your data in table 3.</w:t>
      </w:r>
    </w:p>
    <w:p w14:paraId="00C0327A" w14:textId="77777777" w:rsidR="00A43AE7" w:rsidRPr="00194F7F" w:rsidRDefault="00A43AE7" w:rsidP="00A43AE7">
      <w:pPr>
        <w:pStyle w:val="ListParagraph"/>
        <w:numPr>
          <w:ilvl w:val="0"/>
          <w:numId w:val="3"/>
        </w:numPr>
        <w:spacing w:line="276" w:lineRule="auto"/>
        <w:rPr>
          <w:sz w:val="22"/>
          <w:szCs w:val="22"/>
        </w:rPr>
      </w:pPr>
      <w:r w:rsidRPr="00194F7F">
        <w:rPr>
          <w:sz w:val="22"/>
          <w:szCs w:val="22"/>
        </w:rPr>
        <w:t>Change the volume 2 more times (you can use whatever values you like). Record all data in table 2.</w:t>
      </w:r>
    </w:p>
    <w:tbl>
      <w:tblPr>
        <w:tblStyle w:val="TableGrid"/>
        <w:tblW w:w="0" w:type="auto"/>
        <w:tblLook w:val="04A0" w:firstRow="1" w:lastRow="0" w:firstColumn="1" w:lastColumn="0" w:noHBand="0" w:noVBand="1"/>
      </w:tblPr>
      <w:tblGrid>
        <w:gridCol w:w="5034"/>
        <w:gridCol w:w="5036"/>
      </w:tblGrid>
      <w:tr w:rsidR="00A43AE7" w:rsidRPr="00194F7F" w14:paraId="5726E44D" w14:textId="77777777" w:rsidTr="00DA1E8B">
        <w:tc>
          <w:tcPr>
            <w:tcW w:w="10070" w:type="dxa"/>
            <w:gridSpan w:val="2"/>
            <w:shd w:val="clear" w:color="auto" w:fill="A6A6A6" w:themeFill="background1" w:themeFillShade="A6"/>
          </w:tcPr>
          <w:p w14:paraId="685D1CCD" w14:textId="77777777" w:rsidR="00A43AE7" w:rsidRPr="00194F7F" w:rsidRDefault="00A43AE7" w:rsidP="00DA1E8B">
            <w:pPr>
              <w:spacing w:line="276" w:lineRule="auto"/>
              <w:jc w:val="center"/>
              <w:rPr>
                <w:b/>
                <w:sz w:val="22"/>
                <w:szCs w:val="22"/>
              </w:rPr>
            </w:pPr>
            <w:r w:rsidRPr="00194F7F">
              <w:rPr>
                <w:b/>
                <w:sz w:val="22"/>
                <w:szCs w:val="22"/>
              </w:rPr>
              <w:t>Table 3: Effect of Pressure on Reaction Rate</w:t>
            </w:r>
          </w:p>
        </w:tc>
      </w:tr>
      <w:tr w:rsidR="00A43AE7" w:rsidRPr="00194F7F" w14:paraId="5AC5933C" w14:textId="77777777" w:rsidTr="00DA1E8B">
        <w:tc>
          <w:tcPr>
            <w:tcW w:w="5034" w:type="dxa"/>
          </w:tcPr>
          <w:p w14:paraId="0A113EA2" w14:textId="77777777" w:rsidR="00A43AE7" w:rsidRPr="00194F7F" w:rsidRDefault="00A43AE7" w:rsidP="00DA1E8B">
            <w:pPr>
              <w:spacing w:line="276" w:lineRule="auto"/>
              <w:rPr>
                <w:sz w:val="22"/>
                <w:szCs w:val="22"/>
              </w:rPr>
            </w:pPr>
            <w:r w:rsidRPr="00194F7F">
              <w:rPr>
                <w:sz w:val="22"/>
                <w:szCs w:val="22"/>
              </w:rPr>
              <w:t>Volume</w:t>
            </w:r>
          </w:p>
        </w:tc>
        <w:tc>
          <w:tcPr>
            <w:tcW w:w="5036" w:type="dxa"/>
          </w:tcPr>
          <w:p w14:paraId="529C8C77" w14:textId="77777777" w:rsidR="00A43AE7" w:rsidRPr="00194F7F" w:rsidRDefault="00A43AE7" w:rsidP="00DA1E8B">
            <w:pPr>
              <w:spacing w:line="276" w:lineRule="auto"/>
              <w:rPr>
                <w:sz w:val="22"/>
                <w:szCs w:val="22"/>
              </w:rPr>
            </w:pPr>
            <w:r w:rsidRPr="00194F7F">
              <w:rPr>
                <w:sz w:val="22"/>
                <w:szCs w:val="22"/>
              </w:rPr>
              <w:t>Number of P After 10 Seconds</w:t>
            </w:r>
          </w:p>
        </w:tc>
      </w:tr>
      <w:tr w:rsidR="00A43AE7" w:rsidRPr="00194F7F" w14:paraId="5003290D" w14:textId="77777777" w:rsidTr="00DA1E8B">
        <w:tc>
          <w:tcPr>
            <w:tcW w:w="5034" w:type="dxa"/>
          </w:tcPr>
          <w:p w14:paraId="68AE551D" w14:textId="77777777" w:rsidR="00A43AE7" w:rsidRPr="00194F7F" w:rsidRDefault="00A43AE7" w:rsidP="00DA1E8B">
            <w:pPr>
              <w:spacing w:line="360" w:lineRule="auto"/>
              <w:rPr>
                <w:sz w:val="22"/>
                <w:szCs w:val="22"/>
              </w:rPr>
            </w:pPr>
            <w:r w:rsidRPr="00194F7F">
              <w:rPr>
                <w:sz w:val="22"/>
                <w:szCs w:val="22"/>
              </w:rPr>
              <w:t>400</w:t>
            </w:r>
          </w:p>
        </w:tc>
        <w:tc>
          <w:tcPr>
            <w:tcW w:w="5036" w:type="dxa"/>
          </w:tcPr>
          <w:p w14:paraId="03041E18" w14:textId="77777777" w:rsidR="00A43AE7" w:rsidRPr="00194F7F" w:rsidRDefault="00A43AE7" w:rsidP="00DA1E8B">
            <w:pPr>
              <w:spacing w:line="360" w:lineRule="auto"/>
              <w:rPr>
                <w:sz w:val="22"/>
                <w:szCs w:val="22"/>
              </w:rPr>
            </w:pPr>
            <w:r w:rsidRPr="00194F7F">
              <w:rPr>
                <w:sz w:val="22"/>
                <w:szCs w:val="22"/>
              </w:rPr>
              <w:t>12</w:t>
            </w:r>
          </w:p>
        </w:tc>
      </w:tr>
      <w:tr w:rsidR="00A43AE7" w:rsidRPr="00194F7F" w14:paraId="0DBE8624" w14:textId="77777777" w:rsidTr="00DA1E8B">
        <w:tc>
          <w:tcPr>
            <w:tcW w:w="5034" w:type="dxa"/>
          </w:tcPr>
          <w:p w14:paraId="244AC99E" w14:textId="77777777" w:rsidR="00A43AE7" w:rsidRPr="00194F7F" w:rsidRDefault="00A43AE7" w:rsidP="00DA1E8B">
            <w:pPr>
              <w:spacing w:line="360" w:lineRule="auto"/>
              <w:rPr>
                <w:sz w:val="22"/>
                <w:szCs w:val="22"/>
              </w:rPr>
            </w:pPr>
            <w:r w:rsidRPr="00194F7F">
              <w:rPr>
                <w:sz w:val="22"/>
                <w:szCs w:val="22"/>
              </w:rPr>
              <w:t>300</w:t>
            </w:r>
          </w:p>
        </w:tc>
        <w:tc>
          <w:tcPr>
            <w:tcW w:w="5036" w:type="dxa"/>
          </w:tcPr>
          <w:p w14:paraId="64258079" w14:textId="77777777" w:rsidR="00A43AE7" w:rsidRPr="00194F7F" w:rsidRDefault="00A43AE7" w:rsidP="00DA1E8B">
            <w:pPr>
              <w:spacing w:line="360" w:lineRule="auto"/>
              <w:rPr>
                <w:sz w:val="22"/>
                <w:szCs w:val="22"/>
              </w:rPr>
            </w:pPr>
          </w:p>
        </w:tc>
      </w:tr>
      <w:tr w:rsidR="00A43AE7" w:rsidRPr="00194F7F" w14:paraId="4BE44291" w14:textId="77777777" w:rsidTr="00DA1E8B">
        <w:trPr>
          <w:trHeight w:val="557"/>
        </w:trPr>
        <w:tc>
          <w:tcPr>
            <w:tcW w:w="5034" w:type="dxa"/>
          </w:tcPr>
          <w:p w14:paraId="612CC0EF" w14:textId="77777777" w:rsidR="00A43AE7" w:rsidRPr="00194F7F" w:rsidRDefault="00A43AE7" w:rsidP="00DA1E8B">
            <w:pPr>
              <w:spacing w:line="360" w:lineRule="auto"/>
              <w:rPr>
                <w:sz w:val="22"/>
                <w:szCs w:val="22"/>
              </w:rPr>
            </w:pPr>
          </w:p>
        </w:tc>
        <w:tc>
          <w:tcPr>
            <w:tcW w:w="5036" w:type="dxa"/>
          </w:tcPr>
          <w:p w14:paraId="0CF270F6" w14:textId="77777777" w:rsidR="00A43AE7" w:rsidRPr="00194F7F" w:rsidRDefault="00A43AE7" w:rsidP="00DA1E8B">
            <w:pPr>
              <w:spacing w:line="360" w:lineRule="auto"/>
              <w:rPr>
                <w:sz w:val="22"/>
                <w:szCs w:val="22"/>
              </w:rPr>
            </w:pPr>
          </w:p>
        </w:tc>
      </w:tr>
      <w:tr w:rsidR="00A43AE7" w:rsidRPr="00194F7F" w14:paraId="022E747D" w14:textId="77777777" w:rsidTr="00DA1E8B">
        <w:trPr>
          <w:trHeight w:val="557"/>
        </w:trPr>
        <w:tc>
          <w:tcPr>
            <w:tcW w:w="5034" w:type="dxa"/>
          </w:tcPr>
          <w:p w14:paraId="0EDA8D2B" w14:textId="77777777" w:rsidR="00A43AE7" w:rsidRPr="00194F7F" w:rsidRDefault="00A43AE7" w:rsidP="00DA1E8B">
            <w:pPr>
              <w:spacing w:line="360" w:lineRule="auto"/>
              <w:rPr>
                <w:sz w:val="22"/>
                <w:szCs w:val="22"/>
              </w:rPr>
            </w:pPr>
          </w:p>
        </w:tc>
        <w:tc>
          <w:tcPr>
            <w:tcW w:w="5036" w:type="dxa"/>
          </w:tcPr>
          <w:p w14:paraId="716671F3" w14:textId="77777777" w:rsidR="00A43AE7" w:rsidRPr="00194F7F" w:rsidRDefault="00A43AE7" w:rsidP="00DA1E8B">
            <w:pPr>
              <w:spacing w:line="360" w:lineRule="auto"/>
              <w:rPr>
                <w:sz w:val="22"/>
                <w:szCs w:val="22"/>
              </w:rPr>
            </w:pPr>
          </w:p>
        </w:tc>
      </w:tr>
    </w:tbl>
    <w:p w14:paraId="4B37809A"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lastRenderedPageBreak/>
        <w:t>Based on the data that you collected in table 3, what is the effect of increased pressure (decreased volume) on reaction rate? Use SPECIFIC NUMBERS to support your claim.</w:t>
      </w:r>
    </w:p>
    <w:p w14:paraId="2B4D7FB2" w14:textId="77777777" w:rsidR="00A43AE7" w:rsidRPr="00194F7F" w:rsidRDefault="00A43AE7" w:rsidP="00A43AE7">
      <w:pPr>
        <w:spacing w:line="276" w:lineRule="auto"/>
        <w:rPr>
          <w:sz w:val="22"/>
          <w:szCs w:val="22"/>
        </w:rPr>
      </w:pPr>
    </w:p>
    <w:p w14:paraId="5728A1C9" w14:textId="77777777" w:rsidR="00A43AE7" w:rsidRPr="00194F7F" w:rsidRDefault="00A43AE7" w:rsidP="00A43AE7">
      <w:pPr>
        <w:spacing w:line="276" w:lineRule="auto"/>
        <w:rPr>
          <w:sz w:val="22"/>
          <w:szCs w:val="22"/>
        </w:rPr>
      </w:pPr>
    </w:p>
    <w:p w14:paraId="4CD378DB" w14:textId="77777777" w:rsidR="00A43AE7" w:rsidRPr="00194F7F" w:rsidRDefault="00A43AE7" w:rsidP="00A43AE7">
      <w:pPr>
        <w:spacing w:line="276" w:lineRule="auto"/>
        <w:rPr>
          <w:sz w:val="22"/>
          <w:szCs w:val="22"/>
        </w:rPr>
      </w:pPr>
    </w:p>
    <w:p w14:paraId="67D0456B" w14:textId="77777777" w:rsidR="00A43AE7" w:rsidRPr="00194F7F" w:rsidRDefault="00A43AE7" w:rsidP="00A43AE7">
      <w:pPr>
        <w:spacing w:line="276" w:lineRule="auto"/>
        <w:rPr>
          <w:sz w:val="22"/>
          <w:szCs w:val="22"/>
        </w:rPr>
      </w:pPr>
    </w:p>
    <w:p w14:paraId="3C040E3C" w14:textId="5C2DC6AE" w:rsidR="00A43AE7" w:rsidRDefault="00A43AE7" w:rsidP="00A43AE7">
      <w:pPr>
        <w:spacing w:line="276" w:lineRule="auto"/>
        <w:rPr>
          <w:sz w:val="22"/>
          <w:szCs w:val="22"/>
        </w:rPr>
      </w:pPr>
    </w:p>
    <w:p w14:paraId="632BF280" w14:textId="28030AEB" w:rsidR="00A43AE7" w:rsidRDefault="00A43AE7" w:rsidP="00A43AE7">
      <w:pPr>
        <w:spacing w:line="276" w:lineRule="auto"/>
        <w:rPr>
          <w:sz w:val="22"/>
          <w:szCs w:val="22"/>
        </w:rPr>
      </w:pPr>
    </w:p>
    <w:p w14:paraId="17C69ADC" w14:textId="77777777" w:rsidR="00A43AE7" w:rsidRPr="00194F7F" w:rsidRDefault="00A43AE7" w:rsidP="00A43AE7">
      <w:pPr>
        <w:spacing w:line="276" w:lineRule="auto"/>
        <w:rPr>
          <w:sz w:val="22"/>
          <w:szCs w:val="22"/>
        </w:rPr>
      </w:pPr>
    </w:p>
    <w:p w14:paraId="02A2F103" w14:textId="77777777" w:rsidR="00A43AE7" w:rsidRPr="00194F7F" w:rsidRDefault="00A43AE7" w:rsidP="00A43AE7">
      <w:pPr>
        <w:spacing w:line="276" w:lineRule="auto"/>
        <w:rPr>
          <w:sz w:val="22"/>
          <w:szCs w:val="22"/>
        </w:rPr>
      </w:pPr>
    </w:p>
    <w:p w14:paraId="4004B211" w14:textId="77777777" w:rsidR="00A43AE7" w:rsidRPr="00194F7F" w:rsidRDefault="00A43AE7" w:rsidP="00A43AE7">
      <w:pPr>
        <w:pStyle w:val="ListParagraph"/>
        <w:numPr>
          <w:ilvl w:val="0"/>
          <w:numId w:val="2"/>
        </w:numPr>
        <w:spacing w:line="276" w:lineRule="auto"/>
        <w:ind w:left="360"/>
        <w:rPr>
          <w:sz w:val="22"/>
          <w:szCs w:val="22"/>
        </w:rPr>
      </w:pPr>
      <w:r w:rsidRPr="00194F7F">
        <w:rPr>
          <w:sz w:val="22"/>
          <w:szCs w:val="22"/>
        </w:rPr>
        <w:t>Why does increased pressure make reactions progress faster?</w:t>
      </w:r>
    </w:p>
    <w:p w14:paraId="0F3015F1" w14:textId="77777777" w:rsidR="00A43AE7" w:rsidRPr="00194F7F" w:rsidRDefault="00A43AE7" w:rsidP="00A43AE7">
      <w:pPr>
        <w:spacing w:line="276" w:lineRule="auto"/>
        <w:rPr>
          <w:sz w:val="22"/>
          <w:szCs w:val="22"/>
        </w:rPr>
      </w:pPr>
    </w:p>
    <w:p w14:paraId="42C667E9" w14:textId="77777777" w:rsidR="00A43AE7" w:rsidRPr="00194F7F" w:rsidRDefault="00A43AE7" w:rsidP="00A43AE7">
      <w:pPr>
        <w:spacing w:line="276" w:lineRule="auto"/>
        <w:rPr>
          <w:sz w:val="22"/>
          <w:szCs w:val="22"/>
        </w:rPr>
      </w:pPr>
    </w:p>
    <w:p w14:paraId="508D39AC" w14:textId="77777777" w:rsidR="00A43AE7" w:rsidRDefault="00A43AE7" w:rsidP="00A43AE7">
      <w:pPr>
        <w:spacing w:line="276" w:lineRule="auto"/>
      </w:pPr>
    </w:p>
    <w:p w14:paraId="1B18227A" w14:textId="77777777" w:rsidR="00A43AE7" w:rsidRDefault="00A43AE7" w:rsidP="004A01C2">
      <w:pPr>
        <w:pStyle w:val="ListParagraph"/>
        <w:spacing w:line="360" w:lineRule="auto"/>
      </w:pPr>
      <w:bookmarkStart w:id="0" w:name="_GoBack"/>
      <w:bookmarkEnd w:id="0"/>
    </w:p>
    <w:sectPr w:rsidR="00A43AE7" w:rsidSect="00411592">
      <w:pgSz w:w="12240" w:h="15840"/>
      <w:pgMar w:top="72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2B8D"/>
    <w:multiLevelType w:val="hybridMultilevel"/>
    <w:tmpl w:val="60168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939F6"/>
    <w:multiLevelType w:val="hybridMultilevel"/>
    <w:tmpl w:val="BCE8A0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26758"/>
    <w:multiLevelType w:val="hybridMultilevel"/>
    <w:tmpl w:val="60168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attachedTemplate r:id="rId1"/>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1C2"/>
    <w:rsid w:val="000F12BF"/>
    <w:rsid w:val="00411592"/>
    <w:rsid w:val="004A01C2"/>
    <w:rsid w:val="0080238F"/>
    <w:rsid w:val="00A43AE7"/>
    <w:rsid w:val="00CE3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B241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1C2"/>
    <w:pPr>
      <w:ind w:left="720"/>
      <w:contextualSpacing/>
    </w:pPr>
  </w:style>
  <w:style w:type="table" w:styleId="TableGrid">
    <w:name w:val="Table Grid"/>
    <w:basedOn w:val="TableNormal"/>
    <w:uiPriority w:val="39"/>
    <w:rsid w:val="00A43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Library/Group%20Containers/UBF8T346G9.Office/User%20Content.localized/Templates.localized/Teach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Teacher.dotx</Template>
  <TotalTime>1</TotalTime>
  <Pages>6</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2018-02-06T13:25:00Z</cp:lastPrinted>
  <dcterms:created xsi:type="dcterms:W3CDTF">2018-02-06T14:03:00Z</dcterms:created>
  <dcterms:modified xsi:type="dcterms:W3CDTF">2018-02-06T14:03:00Z</dcterms:modified>
</cp:coreProperties>
</file>